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62D" w:rsidRPr="005E2BDB" w:rsidRDefault="0023762D" w:rsidP="000A57C4">
      <w:pPr>
        <w:jc w:val="center"/>
        <w:rPr>
          <w:b/>
          <w:caps/>
          <w:sz w:val="22"/>
          <w:szCs w:val="22"/>
        </w:rPr>
      </w:pPr>
      <w:r w:rsidRPr="005E2BDB">
        <w:rPr>
          <w:b/>
          <w:sz w:val="22"/>
          <w:szCs w:val="22"/>
        </w:rPr>
        <w:t xml:space="preserve">КАРТА </w:t>
      </w:r>
      <w:r w:rsidRPr="005E2BDB">
        <w:rPr>
          <w:b/>
          <w:caps/>
          <w:sz w:val="22"/>
          <w:szCs w:val="22"/>
        </w:rPr>
        <w:t>освоения программы</w:t>
      </w:r>
    </w:p>
    <w:p w:rsidR="0023762D" w:rsidRPr="0060756E" w:rsidRDefault="0023762D" w:rsidP="000A57C4">
      <w:pPr>
        <w:jc w:val="center"/>
      </w:pPr>
      <w:r w:rsidRPr="0060756E">
        <w:t>И</w:t>
      </w:r>
      <w:r>
        <w:t>зучение и</w:t>
      </w:r>
      <w:r w:rsidRPr="0060756E">
        <w:t>нтегративно</w:t>
      </w:r>
      <w:r>
        <w:t>го</w:t>
      </w:r>
      <w:r w:rsidRPr="0060756E">
        <w:t xml:space="preserve"> качеств</w:t>
      </w:r>
      <w:r>
        <w:t>а</w:t>
      </w:r>
      <w:r w:rsidRPr="0060756E">
        <w:t xml:space="preserve"> </w:t>
      </w:r>
      <w:r>
        <w:t>«</w:t>
      </w:r>
      <w:r w:rsidRPr="0060756E">
        <w:t xml:space="preserve">овладевший необходимыми умениями и навыками </w:t>
      </w:r>
      <w:r>
        <w:t>в</w:t>
      </w:r>
      <w:r w:rsidRPr="0060756E">
        <w:t xml:space="preserve"> образовательной области «Здоровье»</w:t>
      </w:r>
      <w:r w:rsidRPr="005E2BDB">
        <w:t xml:space="preserve"> </w:t>
      </w:r>
      <w:r>
        <w:t>2-3 года</w:t>
      </w:r>
    </w:p>
    <w:tbl>
      <w:tblPr>
        <w:tblW w:w="1633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2694"/>
        <w:gridCol w:w="283"/>
        <w:gridCol w:w="37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23762D" w:rsidRPr="00573705" w:rsidTr="000C1375">
        <w:trPr>
          <w:gridAfter w:val="1"/>
          <w:wAfter w:w="36" w:type="dxa"/>
          <w:trHeight w:val="302"/>
        </w:trPr>
        <w:tc>
          <w:tcPr>
            <w:tcW w:w="425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  <w:p w:rsidR="0023762D" w:rsidRPr="000C1375" w:rsidRDefault="0023762D" w:rsidP="000A57C4">
            <w:pPr>
              <w:rPr>
                <w:sz w:val="22"/>
                <w:szCs w:val="22"/>
              </w:rPr>
            </w:pPr>
          </w:p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№</w:t>
            </w:r>
          </w:p>
        </w:tc>
        <w:tc>
          <w:tcPr>
            <w:tcW w:w="2694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  <w:p w:rsidR="0023762D" w:rsidRPr="000C1375" w:rsidRDefault="0023762D" w:rsidP="000A57C4">
            <w:pPr>
              <w:rPr>
                <w:sz w:val="22"/>
                <w:szCs w:val="22"/>
              </w:rPr>
            </w:pPr>
          </w:p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Компоненты интегративного качества</w:t>
            </w:r>
          </w:p>
        </w:tc>
        <w:tc>
          <w:tcPr>
            <w:tcW w:w="13183" w:type="dxa"/>
            <w:gridSpan w:val="43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Ф. И. ребенка</w:t>
            </w:r>
          </w:p>
        </w:tc>
      </w:tr>
      <w:tr w:rsidR="0023762D" w:rsidRPr="00573705" w:rsidTr="000C1375">
        <w:trPr>
          <w:gridAfter w:val="1"/>
          <w:wAfter w:w="36" w:type="dxa"/>
          <w:trHeight w:val="979"/>
        </w:trPr>
        <w:tc>
          <w:tcPr>
            <w:tcW w:w="425" w:type="dxa"/>
            <w:vMerge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gridSpan w:val="3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</w:tr>
      <w:tr w:rsidR="0023762D" w:rsidRPr="00573705" w:rsidTr="000C1375">
        <w:trPr>
          <w:trHeight w:val="324"/>
        </w:trPr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0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н</w:t>
            </w: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к</w:t>
            </w: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н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к</w:t>
            </w: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н</w:t>
            </w: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к</w:t>
            </w: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н</w:t>
            </w: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к</w:t>
            </w: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н</w:t>
            </w: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к</w:t>
            </w: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н</w:t>
            </w: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к</w:t>
            </w: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н</w:t>
            </w: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к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н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к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н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к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н</w:t>
            </w: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к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н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к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н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к</w:t>
            </w: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н</w:t>
            </w: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к</w:t>
            </w:r>
          </w:p>
        </w:tc>
      </w:tr>
      <w:tr w:rsidR="0023762D" w:rsidRPr="00573705" w:rsidTr="000C1375">
        <w:trPr>
          <w:trHeight w:val="241"/>
        </w:trPr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1.</w:t>
            </w:r>
          </w:p>
        </w:tc>
        <w:tc>
          <w:tcPr>
            <w:tcW w:w="15913" w:type="dxa"/>
            <w:gridSpan w:val="45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iCs/>
                <w:spacing w:val="-1"/>
                <w:sz w:val="22"/>
                <w:szCs w:val="22"/>
              </w:rPr>
              <w:t xml:space="preserve">Сохранение и укрепление физического и психического здоровья </w:t>
            </w:r>
            <w:r w:rsidRPr="000C1375">
              <w:rPr>
                <w:iCs/>
                <w:sz w:val="22"/>
                <w:szCs w:val="22"/>
              </w:rPr>
              <w:t>детей</w:t>
            </w:r>
          </w:p>
        </w:tc>
      </w:tr>
      <w:tr w:rsidR="0023762D" w:rsidRPr="00573705" w:rsidTr="000C1375">
        <w:trPr>
          <w:trHeight w:val="200"/>
        </w:trPr>
        <w:tc>
          <w:tcPr>
            <w:tcW w:w="425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23762D" w:rsidRPr="000C1375" w:rsidRDefault="0023762D" w:rsidP="000A57C4">
            <w:pPr>
              <w:rPr>
                <w:i/>
                <w:iCs/>
                <w:spacing w:val="-1"/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Хорошо спит, активен во время бодрствования</w:t>
            </w:r>
          </w:p>
        </w:tc>
        <w:tc>
          <w:tcPr>
            <w:tcW w:w="320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</w:tr>
      <w:tr w:rsidR="0023762D" w:rsidRPr="00573705" w:rsidTr="000C1375">
        <w:trPr>
          <w:trHeight w:val="220"/>
        </w:trPr>
        <w:tc>
          <w:tcPr>
            <w:tcW w:w="425" w:type="dxa"/>
            <w:vMerge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23762D" w:rsidRPr="000C1375" w:rsidRDefault="0023762D" w:rsidP="000A57C4">
            <w:pPr>
              <w:rPr>
                <w:i/>
                <w:iCs/>
                <w:spacing w:val="-1"/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Имеет хороший аппетит, регулярный стул</w:t>
            </w:r>
          </w:p>
        </w:tc>
        <w:tc>
          <w:tcPr>
            <w:tcW w:w="320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</w:tr>
      <w:tr w:rsidR="0023762D" w:rsidRPr="00573705" w:rsidTr="000C1375">
        <w:trPr>
          <w:trHeight w:val="300"/>
        </w:trPr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2</w:t>
            </w:r>
          </w:p>
        </w:tc>
        <w:tc>
          <w:tcPr>
            <w:tcW w:w="15913" w:type="dxa"/>
            <w:gridSpan w:val="45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iCs/>
                <w:sz w:val="22"/>
                <w:szCs w:val="22"/>
              </w:rPr>
              <w:t xml:space="preserve">Воспитание культурно-гигиенических </w:t>
            </w:r>
            <w:r w:rsidRPr="000C1375">
              <w:rPr>
                <w:iCs/>
                <w:spacing w:val="-1"/>
                <w:sz w:val="22"/>
                <w:szCs w:val="22"/>
              </w:rPr>
              <w:t>навыков</w:t>
            </w:r>
          </w:p>
        </w:tc>
      </w:tr>
      <w:tr w:rsidR="0023762D" w:rsidRPr="00573705" w:rsidTr="000C1375">
        <w:trPr>
          <w:trHeight w:val="206"/>
        </w:trPr>
        <w:tc>
          <w:tcPr>
            <w:tcW w:w="425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23762D" w:rsidRPr="000C1375" w:rsidRDefault="0023762D" w:rsidP="000A57C4">
            <w:pPr>
              <w:rPr>
                <w:i/>
                <w:iCs/>
                <w:spacing w:val="-1"/>
                <w:sz w:val="22"/>
                <w:szCs w:val="22"/>
              </w:rPr>
            </w:pPr>
            <w:r w:rsidRPr="000C1375">
              <w:rPr>
                <w:spacing w:val="-1"/>
                <w:sz w:val="22"/>
                <w:szCs w:val="22"/>
              </w:rPr>
              <w:t>умеет правильно мыть руки и насухо их вытирать</w:t>
            </w:r>
          </w:p>
        </w:tc>
        <w:tc>
          <w:tcPr>
            <w:tcW w:w="320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</w:tr>
      <w:tr w:rsidR="0023762D" w:rsidRPr="00573705" w:rsidTr="000C1375">
        <w:trPr>
          <w:trHeight w:val="298"/>
        </w:trPr>
        <w:tc>
          <w:tcPr>
            <w:tcW w:w="425" w:type="dxa"/>
            <w:vMerge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23762D" w:rsidRPr="000C1375" w:rsidRDefault="0023762D" w:rsidP="000A57C4">
            <w:pPr>
              <w:rPr>
                <w:i/>
                <w:iCs/>
                <w:spacing w:val="-1"/>
                <w:sz w:val="22"/>
                <w:szCs w:val="22"/>
              </w:rPr>
            </w:pPr>
            <w:r w:rsidRPr="000C1375">
              <w:rPr>
                <w:spacing w:val="-1"/>
                <w:sz w:val="22"/>
                <w:szCs w:val="22"/>
              </w:rPr>
              <w:t>умеет самостоятельно кушать и пользоваться салфеткой</w:t>
            </w:r>
          </w:p>
        </w:tc>
        <w:tc>
          <w:tcPr>
            <w:tcW w:w="320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</w:tr>
      <w:tr w:rsidR="0023762D" w:rsidRPr="00573705" w:rsidTr="000C1375">
        <w:trPr>
          <w:trHeight w:val="300"/>
        </w:trPr>
        <w:tc>
          <w:tcPr>
            <w:tcW w:w="425" w:type="dxa"/>
            <w:vMerge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23762D" w:rsidRPr="000C1375" w:rsidRDefault="0023762D" w:rsidP="000A57C4">
            <w:pPr>
              <w:rPr>
                <w:i/>
                <w:iCs/>
                <w:spacing w:val="-1"/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употребляет слова «спасибо», «пожалуйста»</w:t>
            </w:r>
          </w:p>
        </w:tc>
        <w:tc>
          <w:tcPr>
            <w:tcW w:w="320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</w:tr>
      <w:tr w:rsidR="0023762D" w:rsidRPr="00573705" w:rsidTr="000C1375">
        <w:trPr>
          <w:trHeight w:val="332"/>
        </w:trPr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3</w:t>
            </w:r>
          </w:p>
        </w:tc>
        <w:tc>
          <w:tcPr>
            <w:tcW w:w="15913" w:type="dxa"/>
            <w:gridSpan w:val="45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  <w:r w:rsidRPr="000C1375">
              <w:rPr>
                <w:iCs/>
                <w:spacing w:val="-5"/>
                <w:sz w:val="22"/>
                <w:szCs w:val="22"/>
              </w:rPr>
              <w:t xml:space="preserve">Формирование начальных </w:t>
            </w:r>
            <w:r w:rsidRPr="000C1375">
              <w:rPr>
                <w:iCs/>
                <w:spacing w:val="-1"/>
                <w:sz w:val="22"/>
                <w:szCs w:val="22"/>
              </w:rPr>
              <w:t>представлений</w:t>
            </w:r>
            <w:r w:rsidRPr="000C1375">
              <w:rPr>
                <w:iCs/>
                <w:spacing w:val="-5"/>
                <w:sz w:val="22"/>
                <w:szCs w:val="22"/>
              </w:rPr>
              <w:t xml:space="preserve"> о здоровом образе жизни</w:t>
            </w:r>
          </w:p>
        </w:tc>
      </w:tr>
      <w:tr w:rsidR="0023762D" w:rsidRPr="00573705" w:rsidTr="000C1375">
        <w:trPr>
          <w:trHeight w:val="259"/>
        </w:trPr>
        <w:tc>
          <w:tcPr>
            <w:tcW w:w="425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23762D" w:rsidRPr="000C1375" w:rsidRDefault="0023762D" w:rsidP="000A57C4">
            <w:pPr>
              <w:rPr>
                <w:i/>
                <w:iCs/>
                <w:spacing w:val="-1"/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имеет простейшие понятия о важности для здоровья соблюдений правил личной гигиены, занятий физическими упражнениями, прогулки (знает, что нужно мыть руки, чистить зубы, делать зарядку, гулять на свежем воздухе и т.д.)</w:t>
            </w:r>
          </w:p>
        </w:tc>
        <w:tc>
          <w:tcPr>
            <w:tcW w:w="320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</w:tr>
      <w:tr w:rsidR="0023762D" w:rsidRPr="00573705" w:rsidTr="000C1375">
        <w:trPr>
          <w:trHeight w:val="260"/>
        </w:trPr>
        <w:tc>
          <w:tcPr>
            <w:tcW w:w="425" w:type="dxa"/>
            <w:vMerge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23762D" w:rsidRPr="000C1375" w:rsidRDefault="0023762D" w:rsidP="000A57C4">
            <w:pPr>
              <w:rPr>
                <w:i/>
                <w:iCs/>
                <w:spacing w:val="-1"/>
                <w:sz w:val="22"/>
                <w:szCs w:val="22"/>
              </w:rPr>
            </w:pPr>
            <w:r w:rsidRPr="000C1375">
              <w:rPr>
                <w:sz w:val="22"/>
                <w:szCs w:val="22"/>
              </w:rPr>
              <w:t>при небольшой помощи взрослых пользуется индивидуальными предметами (носовым платком, салфеткой, полотенцем, расчёской, горшком)</w:t>
            </w:r>
          </w:p>
        </w:tc>
        <w:tc>
          <w:tcPr>
            <w:tcW w:w="320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</w:tr>
      <w:tr w:rsidR="0023762D" w:rsidRPr="00573705" w:rsidTr="000C1375">
        <w:trPr>
          <w:trHeight w:val="260"/>
        </w:trPr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23762D" w:rsidRPr="000C1375" w:rsidRDefault="0023762D" w:rsidP="000A57C4">
            <w:pPr>
              <w:rPr>
                <w:i/>
                <w:iCs/>
                <w:spacing w:val="-1"/>
                <w:sz w:val="22"/>
                <w:szCs w:val="22"/>
              </w:rPr>
            </w:pPr>
            <w:r w:rsidRPr="000C1375">
              <w:rPr>
                <w:b/>
                <w:sz w:val="22"/>
                <w:szCs w:val="22"/>
              </w:rPr>
              <w:t>Всего баллов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</w:tr>
      <w:tr w:rsidR="0023762D" w:rsidRPr="00573705" w:rsidTr="000C1375">
        <w:trPr>
          <w:trHeight w:val="226"/>
        </w:trPr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23762D" w:rsidRPr="000C1375" w:rsidRDefault="0023762D" w:rsidP="000A57C4">
            <w:pPr>
              <w:rPr>
                <w:b/>
                <w:sz w:val="22"/>
                <w:szCs w:val="22"/>
              </w:rPr>
            </w:pPr>
            <w:r w:rsidRPr="000C1375">
              <w:rPr>
                <w:b/>
                <w:sz w:val="22"/>
                <w:szCs w:val="22"/>
              </w:rPr>
              <w:t xml:space="preserve">Уровень 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0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2"/>
                <w:szCs w:val="22"/>
              </w:rPr>
            </w:pPr>
          </w:p>
        </w:tc>
      </w:tr>
    </w:tbl>
    <w:p w:rsidR="0023762D" w:rsidRDefault="0023762D" w:rsidP="000A57C4">
      <w:pPr>
        <w:jc w:val="center"/>
        <w:rPr>
          <w:sz w:val="20"/>
          <w:szCs w:val="20"/>
        </w:rPr>
      </w:pPr>
    </w:p>
    <w:p w:rsidR="0023762D" w:rsidRDefault="0023762D" w:rsidP="000A57C4">
      <w:pPr>
        <w:rPr>
          <w:sz w:val="20"/>
          <w:szCs w:val="20"/>
        </w:rPr>
      </w:pP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Оценивание по балльной системе: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Высокий результат -3 балла;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Средний результат – 2 балла;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Низкий результат – 1 балл.</w:t>
      </w:r>
    </w:p>
    <w:p w:rsidR="0023762D" w:rsidRDefault="0023762D" w:rsidP="000A57C4">
      <w:pPr>
        <w:rPr>
          <w:sz w:val="20"/>
          <w:szCs w:val="20"/>
        </w:rPr>
      </w:pP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Максим балл – 21 баллов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Минимум балл – 7 баллов</w:t>
      </w:r>
    </w:p>
    <w:p w:rsidR="0023762D" w:rsidRDefault="0023762D" w:rsidP="000A57C4">
      <w:pPr>
        <w:rPr>
          <w:sz w:val="20"/>
          <w:szCs w:val="20"/>
        </w:rPr>
      </w:pP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Высокий показатель – 16 – 21 (от 75% до 100%)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Средний показатель – 7 – 15 (от 35% до 75%)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Низкий показатель – о – 6 (от 0%  до 35%)</w:t>
      </w:r>
    </w:p>
    <w:p w:rsidR="0023762D" w:rsidRDefault="0023762D" w:rsidP="000A57C4">
      <w:pPr>
        <w:rPr>
          <w:sz w:val="20"/>
          <w:szCs w:val="20"/>
        </w:rPr>
      </w:pPr>
    </w:p>
    <w:p w:rsidR="0023762D" w:rsidRDefault="0023762D" w:rsidP="000A57C4">
      <w:pPr>
        <w:jc w:val="center"/>
        <w:rPr>
          <w:sz w:val="20"/>
          <w:szCs w:val="20"/>
        </w:rPr>
      </w:pPr>
    </w:p>
    <w:p w:rsidR="0023762D" w:rsidRDefault="0023762D" w:rsidP="000A57C4">
      <w:pPr>
        <w:jc w:val="center"/>
        <w:rPr>
          <w:b/>
          <w:sz w:val="22"/>
          <w:szCs w:val="22"/>
        </w:rPr>
      </w:pPr>
    </w:p>
    <w:p w:rsidR="0023762D" w:rsidRDefault="0023762D" w:rsidP="000A57C4">
      <w:pPr>
        <w:jc w:val="center"/>
        <w:rPr>
          <w:b/>
          <w:sz w:val="22"/>
          <w:szCs w:val="22"/>
        </w:rPr>
      </w:pPr>
    </w:p>
    <w:p w:rsidR="0023762D" w:rsidRDefault="0023762D" w:rsidP="000A57C4">
      <w:pPr>
        <w:jc w:val="center"/>
        <w:rPr>
          <w:b/>
          <w:sz w:val="22"/>
          <w:szCs w:val="22"/>
        </w:rPr>
      </w:pPr>
    </w:p>
    <w:p w:rsidR="0023762D" w:rsidRDefault="0023762D" w:rsidP="000A57C4">
      <w:pPr>
        <w:jc w:val="center"/>
        <w:rPr>
          <w:b/>
          <w:sz w:val="22"/>
          <w:szCs w:val="22"/>
        </w:rPr>
      </w:pPr>
    </w:p>
    <w:p w:rsidR="0023762D" w:rsidRDefault="0023762D" w:rsidP="000A57C4">
      <w:pPr>
        <w:jc w:val="center"/>
        <w:rPr>
          <w:b/>
          <w:sz w:val="22"/>
          <w:szCs w:val="22"/>
        </w:rPr>
      </w:pPr>
    </w:p>
    <w:p w:rsidR="0023762D" w:rsidRDefault="0023762D" w:rsidP="000A57C4">
      <w:pPr>
        <w:jc w:val="center"/>
        <w:rPr>
          <w:b/>
          <w:sz w:val="22"/>
          <w:szCs w:val="22"/>
        </w:rPr>
      </w:pPr>
    </w:p>
    <w:p w:rsidR="0023762D" w:rsidRDefault="0023762D" w:rsidP="000A57C4">
      <w:pPr>
        <w:jc w:val="center"/>
        <w:rPr>
          <w:b/>
          <w:sz w:val="22"/>
          <w:szCs w:val="22"/>
        </w:rPr>
      </w:pPr>
    </w:p>
    <w:p w:rsidR="0023762D" w:rsidRDefault="0023762D" w:rsidP="000A57C4">
      <w:pPr>
        <w:jc w:val="center"/>
        <w:rPr>
          <w:b/>
          <w:sz w:val="22"/>
          <w:szCs w:val="22"/>
        </w:rPr>
      </w:pPr>
    </w:p>
    <w:p w:rsidR="0023762D" w:rsidRDefault="0023762D" w:rsidP="000A57C4">
      <w:pPr>
        <w:jc w:val="center"/>
        <w:rPr>
          <w:b/>
          <w:sz w:val="22"/>
          <w:szCs w:val="22"/>
        </w:rPr>
      </w:pPr>
    </w:p>
    <w:p w:rsidR="0023762D" w:rsidRDefault="0023762D" w:rsidP="000A57C4">
      <w:pPr>
        <w:jc w:val="center"/>
        <w:rPr>
          <w:b/>
          <w:sz w:val="22"/>
          <w:szCs w:val="22"/>
        </w:rPr>
      </w:pPr>
    </w:p>
    <w:p w:rsidR="0023762D" w:rsidRDefault="0023762D" w:rsidP="000A57C4">
      <w:pPr>
        <w:jc w:val="center"/>
        <w:rPr>
          <w:b/>
          <w:sz w:val="22"/>
          <w:szCs w:val="22"/>
        </w:rPr>
      </w:pPr>
    </w:p>
    <w:p w:rsidR="0023762D" w:rsidRDefault="0023762D" w:rsidP="000A57C4">
      <w:pPr>
        <w:jc w:val="center"/>
        <w:rPr>
          <w:b/>
          <w:sz w:val="22"/>
          <w:szCs w:val="22"/>
        </w:rPr>
      </w:pPr>
    </w:p>
    <w:p w:rsidR="0023762D" w:rsidRDefault="0023762D" w:rsidP="000A57C4">
      <w:pPr>
        <w:jc w:val="center"/>
        <w:rPr>
          <w:b/>
          <w:sz w:val="22"/>
          <w:szCs w:val="22"/>
        </w:rPr>
      </w:pPr>
    </w:p>
    <w:p w:rsidR="0023762D" w:rsidRDefault="0023762D" w:rsidP="000A57C4">
      <w:pPr>
        <w:jc w:val="center"/>
        <w:rPr>
          <w:b/>
          <w:sz w:val="22"/>
          <w:szCs w:val="22"/>
        </w:rPr>
      </w:pPr>
    </w:p>
    <w:p w:rsidR="0023762D" w:rsidRDefault="0023762D" w:rsidP="000A57C4">
      <w:pPr>
        <w:jc w:val="center"/>
        <w:rPr>
          <w:b/>
          <w:sz w:val="22"/>
          <w:szCs w:val="22"/>
        </w:rPr>
      </w:pPr>
    </w:p>
    <w:p w:rsidR="0023762D" w:rsidRDefault="0023762D" w:rsidP="000A57C4">
      <w:pPr>
        <w:jc w:val="center"/>
        <w:rPr>
          <w:b/>
          <w:sz w:val="22"/>
          <w:szCs w:val="22"/>
        </w:rPr>
      </w:pPr>
    </w:p>
    <w:p w:rsidR="0023762D" w:rsidRDefault="0023762D" w:rsidP="000A57C4">
      <w:pPr>
        <w:jc w:val="center"/>
        <w:rPr>
          <w:b/>
          <w:sz w:val="22"/>
          <w:szCs w:val="22"/>
        </w:rPr>
      </w:pPr>
    </w:p>
    <w:p w:rsidR="0023762D" w:rsidRDefault="0023762D" w:rsidP="000A57C4">
      <w:pPr>
        <w:jc w:val="center"/>
        <w:rPr>
          <w:b/>
          <w:sz w:val="22"/>
          <w:szCs w:val="22"/>
        </w:rPr>
      </w:pPr>
    </w:p>
    <w:p w:rsidR="0023762D" w:rsidRDefault="0023762D" w:rsidP="000A57C4">
      <w:pPr>
        <w:jc w:val="center"/>
        <w:rPr>
          <w:b/>
          <w:sz w:val="22"/>
          <w:szCs w:val="22"/>
        </w:rPr>
      </w:pPr>
    </w:p>
    <w:p w:rsidR="0023762D" w:rsidRDefault="0023762D" w:rsidP="000A57C4">
      <w:pPr>
        <w:jc w:val="center"/>
        <w:rPr>
          <w:b/>
          <w:sz w:val="22"/>
          <w:szCs w:val="22"/>
        </w:rPr>
      </w:pPr>
    </w:p>
    <w:p w:rsidR="0023762D" w:rsidRPr="00B90C53" w:rsidRDefault="0023762D" w:rsidP="000A57C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Pr="00B90C53">
        <w:rPr>
          <w:b/>
          <w:sz w:val="22"/>
          <w:szCs w:val="22"/>
        </w:rPr>
        <w:t xml:space="preserve">КАРТА </w:t>
      </w:r>
      <w:r w:rsidRPr="00B90C53">
        <w:rPr>
          <w:b/>
          <w:caps/>
          <w:sz w:val="22"/>
          <w:szCs w:val="22"/>
        </w:rPr>
        <w:t>освоения программы</w:t>
      </w:r>
    </w:p>
    <w:p w:rsidR="0023762D" w:rsidRPr="0060756E" w:rsidRDefault="0023762D" w:rsidP="000A57C4">
      <w:r w:rsidRPr="0060756E">
        <w:t>И</w:t>
      </w:r>
      <w:r>
        <w:t>зучение интегративного</w:t>
      </w:r>
      <w:r w:rsidRPr="0060756E">
        <w:t xml:space="preserve"> качеств</w:t>
      </w:r>
      <w:r>
        <w:t>а</w:t>
      </w:r>
      <w:r w:rsidRPr="0060756E">
        <w:t xml:space="preserve"> </w:t>
      </w:r>
      <w:r>
        <w:t>«</w:t>
      </w:r>
      <w:r w:rsidRPr="0060756E">
        <w:t xml:space="preserve">овладевший необходимыми умениями и навыками </w:t>
      </w:r>
      <w:r>
        <w:t>в</w:t>
      </w:r>
      <w:r w:rsidRPr="0060756E">
        <w:t xml:space="preserve"> образовательной области «Физическая культура»</w:t>
      </w:r>
      <w:r>
        <w:t xml:space="preserve"> 2-3 год</w:t>
      </w:r>
    </w:p>
    <w:tbl>
      <w:tblPr>
        <w:tblW w:w="1633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"/>
        <w:gridCol w:w="2836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23762D" w:rsidRPr="00E22DED" w:rsidTr="000C1375">
        <w:trPr>
          <w:gridAfter w:val="1"/>
          <w:wAfter w:w="36" w:type="dxa"/>
          <w:trHeight w:val="302"/>
        </w:trPr>
        <w:tc>
          <w:tcPr>
            <w:tcW w:w="283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№</w:t>
            </w:r>
          </w:p>
        </w:tc>
        <w:tc>
          <w:tcPr>
            <w:tcW w:w="2836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3183" w:type="dxa"/>
            <w:gridSpan w:val="4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Ф. И. ребенка</w:t>
            </w:r>
          </w:p>
        </w:tc>
      </w:tr>
      <w:tr w:rsidR="0023762D" w:rsidRPr="00E22DED" w:rsidTr="000C1375">
        <w:trPr>
          <w:gridAfter w:val="1"/>
          <w:wAfter w:w="36" w:type="dxa"/>
          <w:trHeight w:val="979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C1375">
        <w:trPr>
          <w:trHeight w:val="324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</w:tr>
      <w:tr w:rsidR="0023762D" w:rsidRPr="00E22DED" w:rsidTr="000C1375">
        <w:trPr>
          <w:trHeight w:val="219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1</w:t>
            </w:r>
          </w:p>
        </w:tc>
        <w:tc>
          <w:tcPr>
            <w:tcW w:w="16055" w:type="dxa"/>
            <w:gridSpan w:val="44"/>
          </w:tcPr>
          <w:p w:rsidR="0023762D" w:rsidRPr="000C1375" w:rsidRDefault="0023762D" w:rsidP="000A57C4">
            <w:pPr>
              <w:jc w:val="center"/>
              <w:rPr>
                <w:spacing w:val="-1"/>
                <w:sz w:val="20"/>
                <w:szCs w:val="20"/>
              </w:rPr>
            </w:pPr>
            <w:r w:rsidRPr="000C1375">
              <w:rPr>
                <w:spacing w:val="-1"/>
                <w:sz w:val="20"/>
                <w:szCs w:val="20"/>
              </w:rPr>
              <w:t>Развитие физических  качеств (скоростных, силовых, гибкости, координации)</w:t>
            </w:r>
          </w:p>
        </w:tc>
      </w:tr>
      <w:tr w:rsidR="0023762D" w:rsidRPr="00E22DED" w:rsidTr="000C1375">
        <w:trPr>
          <w:trHeight w:val="200"/>
        </w:trPr>
        <w:tc>
          <w:tcPr>
            <w:tcW w:w="283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i/>
                <w:iCs/>
                <w:spacing w:val="-1"/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прыгает на месте и с продвижением вперед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C1375">
        <w:trPr>
          <w:trHeight w:val="449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i/>
                <w:iCs/>
                <w:spacing w:val="-1"/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может бежать в течение 30-40 с непрерывно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C1375">
        <w:trPr>
          <w:trHeight w:val="20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ind w:right="259"/>
              <w:rPr>
                <w:sz w:val="20"/>
                <w:szCs w:val="20"/>
              </w:rPr>
            </w:pPr>
            <w:r w:rsidRPr="000C1375">
              <w:rPr>
                <w:spacing w:val="-1"/>
                <w:sz w:val="20"/>
                <w:szCs w:val="20"/>
              </w:rPr>
              <w:t>влезает на перекладины гимнаст. стенки (2-3</w:t>
            </w:r>
            <w:r w:rsidRPr="000C1375">
              <w:rPr>
                <w:sz w:val="20"/>
                <w:szCs w:val="20"/>
              </w:rPr>
              <w:t>)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C1375">
        <w:trPr>
          <w:trHeight w:val="30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ind w:right="259"/>
              <w:rPr>
                <w:spacing w:val="-1"/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берёт, держит, бросает, переносит и катает мяч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C1375">
        <w:trPr>
          <w:trHeight w:val="300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2</w:t>
            </w:r>
          </w:p>
        </w:tc>
        <w:tc>
          <w:tcPr>
            <w:tcW w:w="16055" w:type="dxa"/>
            <w:gridSpan w:val="44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iCs/>
                <w:spacing w:val="-1"/>
                <w:sz w:val="20"/>
                <w:szCs w:val="20"/>
              </w:rPr>
              <w:t xml:space="preserve">Накопление и обогащение двигательного опыта </w:t>
            </w:r>
            <w:r w:rsidRPr="000C1375">
              <w:rPr>
                <w:spacing w:val="-1"/>
                <w:sz w:val="20"/>
                <w:szCs w:val="20"/>
              </w:rPr>
              <w:t>(овлад. ос</w:t>
            </w:r>
            <w:r w:rsidRPr="000C1375">
              <w:rPr>
                <w:sz w:val="20"/>
                <w:szCs w:val="20"/>
              </w:rPr>
              <w:t>н. движениями)</w:t>
            </w:r>
          </w:p>
        </w:tc>
      </w:tr>
      <w:tr w:rsidR="0023762D" w:rsidRPr="00E22DED" w:rsidTr="000C1375">
        <w:trPr>
          <w:trHeight w:val="206"/>
        </w:trPr>
        <w:tc>
          <w:tcPr>
            <w:tcW w:w="283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ind w:right="101"/>
              <w:rPr>
                <w:sz w:val="20"/>
                <w:szCs w:val="20"/>
              </w:rPr>
            </w:pPr>
            <w:r w:rsidRPr="000C1375">
              <w:rPr>
                <w:spacing w:val="-1"/>
                <w:sz w:val="20"/>
                <w:szCs w:val="20"/>
              </w:rPr>
              <w:t xml:space="preserve">легко ходит в разных направ. и в раз-м темпе, ходит </w:t>
            </w:r>
            <w:r w:rsidRPr="000C1375">
              <w:rPr>
                <w:sz w:val="20"/>
                <w:szCs w:val="20"/>
              </w:rPr>
              <w:t xml:space="preserve">с перешагиванием через предметы (выс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0C1375">
                <w:rPr>
                  <w:sz w:val="20"/>
                  <w:szCs w:val="20"/>
                </w:rPr>
                <w:t>10 см</w:t>
              </w:r>
            </w:smartTag>
            <w:r w:rsidRPr="000C1375">
              <w:rPr>
                <w:sz w:val="20"/>
                <w:szCs w:val="20"/>
              </w:rPr>
              <w:t>)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C1375">
        <w:trPr>
          <w:trHeight w:val="298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ind w:right="91"/>
              <w:rPr>
                <w:sz w:val="20"/>
                <w:szCs w:val="20"/>
              </w:rPr>
            </w:pPr>
            <w:r w:rsidRPr="000C1375">
              <w:rPr>
                <w:spacing w:val="-1"/>
                <w:sz w:val="20"/>
                <w:szCs w:val="20"/>
              </w:rPr>
              <w:t xml:space="preserve">бросает предметы в гориз. цель (расстояние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0C1375">
                <w:rPr>
                  <w:spacing w:val="-1"/>
                  <w:sz w:val="20"/>
                  <w:szCs w:val="20"/>
                </w:rPr>
                <w:t>1 м</w:t>
              </w:r>
            </w:smartTag>
            <w:r w:rsidRPr="000C1375">
              <w:rPr>
                <w:spacing w:val="-1"/>
                <w:sz w:val="20"/>
                <w:szCs w:val="20"/>
              </w:rPr>
              <w:t>), дву</w:t>
            </w:r>
            <w:r w:rsidRPr="000C1375">
              <w:rPr>
                <w:sz w:val="20"/>
                <w:szCs w:val="20"/>
              </w:rPr>
              <w:t xml:space="preserve">мя руками и поочередно 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C1375">
        <w:trPr>
          <w:trHeight w:val="22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может пробежать к указанной цели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C1375">
        <w:trPr>
          <w:trHeight w:val="22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rPr>
                <w:sz w:val="20"/>
                <w:szCs w:val="20"/>
              </w:rPr>
            </w:pPr>
            <w:r w:rsidRPr="000C1375">
              <w:rPr>
                <w:spacing w:val="-1"/>
                <w:sz w:val="20"/>
                <w:szCs w:val="20"/>
              </w:rPr>
              <w:t>воспроизводит простые дв-ия по показу взрослого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C1375">
        <w:trPr>
          <w:trHeight w:val="332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3</w:t>
            </w:r>
          </w:p>
        </w:tc>
        <w:tc>
          <w:tcPr>
            <w:tcW w:w="16055" w:type="dxa"/>
            <w:gridSpan w:val="44"/>
          </w:tcPr>
          <w:p w:rsidR="0023762D" w:rsidRPr="000C1375" w:rsidRDefault="0023762D" w:rsidP="000A57C4">
            <w:pPr>
              <w:jc w:val="center"/>
              <w:rPr>
                <w:iCs/>
                <w:spacing w:val="-1"/>
                <w:sz w:val="20"/>
                <w:szCs w:val="20"/>
              </w:rPr>
            </w:pPr>
            <w:r w:rsidRPr="000C1375">
              <w:rPr>
                <w:iCs/>
                <w:spacing w:val="-1"/>
                <w:sz w:val="20"/>
                <w:szCs w:val="20"/>
              </w:rPr>
              <w:t>Формирование потребности в двигательной активности и фи</w:t>
            </w:r>
            <w:r w:rsidRPr="000C1375">
              <w:rPr>
                <w:iCs/>
                <w:sz w:val="20"/>
                <w:szCs w:val="20"/>
              </w:rPr>
              <w:t>з.совершенствовании</w:t>
            </w:r>
          </w:p>
        </w:tc>
      </w:tr>
      <w:tr w:rsidR="0023762D" w:rsidRPr="00E22DED" w:rsidTr="000C1375">
        <w:trPr>
          <w:trHeight w:val="259"/>
        </w:trPr>
        <w:tc>
          <w:tcPr>
            <w:tcW w:w="283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ind w:right="24"/>
              <w:rPr>
                <w:sz w:val="20"/>
                <w:szCs w:val="20"/>
              </w:rPr>
            </w:pPr>
            <w:r w:rsidRPr="000C1375">
              <w:rPr>
                <w:spacing w:val="-1"/>
                <w:sz w:val="20"/>
                <w:szCs w:val="20"/>
              </w:rPr>
              <w:t>выполняет движения имитационного характера, участву</w:t>
            </w:r>
            <w:r w:rsidRPr="000C1375">
              <w:rPr>
                <w:sz w:val="20"/>
                <w:szCs w:val="20"/>
              </w:rPr>
              <w:t>ет в несложных сюж. подвижных играх, организованных взрослым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C1375">
        <w:trPr>
          <w:trHeight w:val="26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rPr>
                <w:sz w:val="20"/>
                <w:szCs w:val="20"/>
              </w:rPr>
            </w:pPr>
            <w:r w:rsidRPr="000C1375">
              <w:rPr>
                <w:spacing w:val="-1"/>
                <w:sz w:val="20"/>
                <w:szCs w:val="20"/>
              </w:rPr>
              <w:t>получает удовольствие от участия в двигательной деятельности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C1375">
        <w:trPr>
          <w:trHeight w:val="290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b/>
                <w:sz w:val="20"/>
                <w:szCs w:val="20"/>
              </w:rPr>
            </w:pPr>
            <w:r w:rsidRPr="000C1375">
              <w:rPr>
                <w:b/>
                <w:sz w:val="20"/>
                <w:szCs w:val="20"/>
              </w:rPr>
              <w:t>Всего баллов</w:t>
            </w:r>
          </w:p>
          <w:p w:rsidR="0023762D" w:rsidRPr="000C1375" w:rsidRDefault="0023762D" w:rsidP="000A57C4">
            <w:pPr>
              <w:rPr>
                <w:i/>
                <w:iCs/>
                <w:spacing w:val="-1"/>
                <w:sz w:val="20"/>
                <w:szCs w:val="20"/>
              </w:rPr>
            </w:pPr>
          </w:p>
        </w:tc>
        <w:tc>
          <w:tcPr>
            <w:tcW w:w="68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C1375">
        <w:trPr>
          <w:trHeight w:val="380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b/>
                <w:sz w:val="20"/>
                <w:szCs w:val="20"/>
              </w:rPr>
            </w:pPr>
            <w:r w:rsidRPr="000C1375">
              <w:rPr>
                <w:b/>
                <w:sz w:val="20"/>
                <w:szCs w:val="20"/>
              </w:rPr>
              <w:t xml:space="preserve">Уровень </w:t>
            </w:r>
          </w:p>
        </w:tc>
        <w:tc>
          <w:tcPr>
            <w:tcW w:w="68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</w:tbl>
    <w:p w:rsidR="0023762D" w:rsidRDefault="0023762D" w:rsidP="000A57C4"/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Оценивание по балльной системе: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Высокий результат -3 балла;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Средний результат – 2 балла;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Низкий результат – 1 балл.</w:t>
      </w:r>
    </w:p>
    <w:p w:rsidR="0023762D" w:rsidRDefault="0023762D" w:rsidP="000A57C4">
      <w:pPr>
        <w:rPr>
          <w:sz w:val="20"/>
          <w:szCs w:val="20"/>
        </w:rPr>
      </w:pP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Максим балл – 30 баллов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Минимум балл – 10 баллов</w:t>
      </w:r>
    </w:p>
    <w:p w:rsidR="0023762D" w:rsidRDefault="0023762D" w:rsidP="000A57C4">
      <w:pPr>
        <w:rPr>
          <w:sz w:val="20"/>
          <w:szCs w:val="20"/>
        </w:rPr>
      </w:pP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Высокий показатель – 22 – 30 (от 75% до 100%)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Средний показатель – 11 – 21 (от 35% до 75%)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Низкий показатель – 0 – 10  (от 0%  до 35%)</w:t>
      </w:r>
    </w:p>
    <w:p w:rsidR="0023762D" w:rsidRDefault="0023762D" w:rsidP="000A57C4">
      <w:pPr>
        <w:rPr>
          <w:sz w:val="20"/>
          <w:szCs w:val="20"/>
        </w:rPr>
      </w:pPr>
    </w:p>
    <w:p w:rsidR="0023762D" w:rsidRPr="00F377B4" w:rsidRDefault="0023762D" w:rsidP="000A57C4">
      <w:pPr>
        <w:jc w:val="center"/>
        <w:rPr>
          <w:b/>
        </w:rPr>
      </w:pPr>
      <w:r w:rsidRPr="0060756E">
        <w:br w:type="page"/>
      </w:r>
      <w:r w:rsidRPr="0035125A">
        <w:rPr>
          <w:b/>
        </w:rPr>
        <w:t xml:space="preserve">КАРТА </w:t>
      </w:r>
      <w:r w:rsidRPr="004961AF">
        <w:rPr>
          <w:b/>
          <w:caps/>
        </w:rPr>
        <w:t>освоения программы</w:t>
      </w:r>
    </w:p>
    <w:p w:rsidR="0023762D" w:rsidRDefault="0023762D" w:rsidP="000A57C4">
      <w:pPr>
        <w:jc w:val="both"/>
        <w:rPr>
          <w:color w:val="000000"/>
          <w:shd w:val="clear" w:color="auto" w:fill="F5F5F5"/>
        </w:rPr>
      </w:pPr>
      <w:r w:rsidRPr="0060756E">
        <w:t>Изучение интегративного качества</w:t>
      </w:r>
      <w:r w:rsidRPr="0060756E">
        <w:rPr>
          <w:color w:val="000000"/>
        </w:rPr>
        <w:t xml:space="preserve"> «овладевший необходимыми умениями и навыками в о</w:t>
      </w:r>
      <w:r w:rsidRPr="0060756E">
        <w:rPr>
          <w:color w:val="000000"/>
          <w:shd w:val="clear" w:color="auto" w:fill="F5F5F5"/>
        </w:rPr>
        <w:t xml:space="preserve">бразовательной области </w:t>
      </w:r>
      <w:r w:rsidRPr="0060756E">
        <w:t>«Социализация»</w:t>
      </w:r>
      <w:r w:rsidRPr="0060756E">
        <w:rPr>
          <w:color w:val="000000"/>
          <w:shd w:val="clear" w:color="auto" w:fill="F5F5F5"/>
        </w:rPr>
        <w:t xml:space="preserve"> </w:t>
      </w:r>
      <w:r>
        <w:rPr>
          <w:color w:val="000000"/>
          <w:shd w:val="clear" w:color="auto" w:fill="F5F5F5"/>
        </w:rPr>
        <w:t>2-3 года</w:t>
      </w:r>
    </w:p>
    <w:tbl>
      <w:tblPr>
        <w:tblW w:w="1633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"/>
        <w:gridCol w:w="2836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23762D" w:rsidRPr="0098480D" w:rsidTr="000C1375">
        <w:trPr>
          <w:gridAfter w:val="1"/>
          <w:wAfter w:w="36" w:type="dxa"/>
          <w:trHeight w:val="302"/>
        </w:trPr>
        <w:tc>
          <w:tcPr>
            <w:tcW w:w="283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№</w:t>
            </w:r>
          </w:p>
        </w:tc>
        <w:tc>
          <w:tcPr>
            <w:tcW w:w="2836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3183" w:type="dxa"/>
            <w:gridSpan w:val="4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Ф. И. ребенка</w:t>
            </w:r>
          </w:p>
        </w:tc>
      </w:tr>
      <w:tr w:rsidR="0023762D" w:rsidRPr="0098480D" w:rsidTr="000C1375">
        <w:trPr>
          <w:gridAfter w:val="1"/>
          <w:wAfter w:w="36" w:type="dxa"/>
          <w:trHeight w:val="979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98480D" w:rsidTr="000C1375">
        <w:trPr>
          <w:trHeight w:val="324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</w:tr>
      <w:tr w:rsidR="0023762D" w:rsidRPr="0098480D" w:rsidTr="000C1375">
        <w:trPr>
          <w:trHeight w:val="235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1</w:t>
            </w:r>
          </w:p>
        </w:tc>
        <w:tc>
          <w:tcPr>
            <w:tcW w:w="16055" w:type="dxa"/>
            <w:gridSpan w:val="44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iCs/>
                <w:sz w:val="20"/>
                <w:szCs w:val="20"/>
              </w:rPr>
              <w:t>Развитие игровой деятельности</w:t>
            </w:r>
          </w:p>
        </w:tc>
      </w:tr>
      <w:tr w:rsidR="0023762D" w:rsidRPr="0098480D" w:rsidTr="000C1375">
        <w:trPr>
          <w:trHeight w:val="200"/>
        </w:trPr>
        <w:tc>
          <w:tcPr>
            <w:tcW w:w="283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rPr>
                <w:sz w:val="20"/>
                <w:szCs w:val="20"/>
              </w:rPr>
            </w:pPr>
            <w:r w:rsidRPr="000C1375">
              <w:rPr>
                <w:spacing w:val="-1"/>
                <w:sz w:val="20"/>
                <w:szCs w:val="20"/>
              </w:rPr>
              <w:t>эмоционально, активно откликается на предлож. игры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98480D" w:rsidTr="000C1375">
        <w:trPr>
          <w:trHeight w:val="449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ind w:right="77"/>
              <w:rPr>
                <w:sz w:val="20"/>
                <w:szCs w:val="20"/>
              </w:rPr>
            </w:pPr>
            <w:r w:rsidRPr="000C1375">
              <w:rPr>
                <w:spacing w:val="-1"/>
                <w:sz w:val="20"/>
                <w:szCs w:val="20"/>
              </w:rPr>
              <w:t xml:space="preserve">принимает условную игровую ситуацию, адекватно действует в </w:t>
            </w:r>
            <w:r w:rsidRPr="000C1375">
              <w:rPr>
                <w:sz w:val="20"/>
                <w:szCs w:val="20"/>
              </w:rPr>
              <w:t>ней (кормит куклу, лечит больн.)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98480D" w:rsidTr="000C1375">
        <w:trPr>
          <w:trHeight w:val="20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ind w:right="173"/>
              <w:rPr>
                <w:sz w:val="20"/>
                <w:szCs w:val="20"/>
              </w:rPr>
            </w:pPr>
            <w:r w:rsidRPr="000C1375">
              <w:rPr>
                <w:spacing w:val="-1"/>
                <w:sz w:val="20"/>
                <w:szCs w:val="20"/>
              </w:rPr>
              <w:t xml:space="preserve">объединяет в смысловую цепочку знакомые игровые действия </w:t>
            </w:r>
            <w:r w:rsidRPr="000C1375">
              <w:rPr>
                <w:sz w:val="20"/>
                <w:szCs w:val="20"/>
              </w:rPr>
              <w:t>(покормили, переодели кукол, погуляли.)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98480D" w:rsidTr="000C1375">
        <w:trPr>
          <w:trHeight w:val="30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ind w:right="149"/>
              <w:rPr>
                <w:sz w:val="20"/>
                <w:szCs w:val="20"/>
              </w:rPr>
            </w:pPr>
            <w:r w:rsidRPr="000C1375">
              <w:rPr>
                <w:spacing w:val="-1"/>
                <w:sz w:val="20"/>
                <w:szCs w:val="20"/>
              </w:rPr>
              <w:t xml:space="preserve">может выполнять условные действия с образными игрушками, </w:t>
            </w:r>
            <w:r w:rsidRPr="000C1375">
              <w:rPr>
                <w:sz w:val="20"/>
                <w:szCs w:val="20"/>
              </w:rPr>
              <w:t>предм.-замест, изображениями (нарисованными объектами)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98480D" w:rsidTr="000C1375">
        <w:trPr>
          <w:trHeight w:val="300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2</w:t>
            </w:r>
          </w:p>
        </w:tc>
        <w:tc>
          <w:tcPr>
            <w:tcW w:w="16055" w:type="dxa"/>
            <w:gridSpan w:val="44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iCs/>
                <w:spacing w:val="-1"/>
                <w:sz w:val="20"/>
                <w:szCs w:val="20"/>
              </w:rPr>
              <w:t>Приобщение к элементарным. социальным нормам и правилам</w:t>
            </w:r>
          </w:p>
        </w:tc>
      </w:tr>
      <w:tr w:rsidR="0023762D" w:rsidRPr="0098480D" w:rsidTr="000C1375">
        <w:trPr>
          <w:trHeight w:val="206"/>
        </w:trPr>
        <w:tc>
          <w:tcPr>
            <w:tcW w:w="283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ind w:right="34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знает элементарные нормы и правила поведения (можно поменяться, поделиться игрушкой, пожалеть другого человека, уте</w:t>
            </w:r>
            <w:r w:rsidRPr="000C1375">
              <w:rPr>
                <w:spacing w:val="-1"/>
                <w:sz w:val="20"/>
                <w:szCs w:val="20"/>
              </w:rPr>
              <w:t>шить, нельзя драться, отбирать игрушку, говорить плохие слова)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98480D" w:rsidTr="000C1375">
        <w:trPr>
          <w:trHeight w:val="298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ind w:right="240"/>
              <w:rPr>
                <w:sz w:val="20"/>
                <w:szCs w:val="20"/>
              </w:rPr>
            </w:pPr>
            <w:r w:rsidRPr="000C1375">
              <w:rPr>
                <w:spacing w:val="-1"/>
                <w:sz w:val="20"/>
                <w:szCs w:val="20"/>
              </w:rPr>
              <w:t xml:space="preserve">может адекватно реагировать на запрет, выдержать недолгую </w:t>
            </w:r>
            <w:r w:rsidRPr="000C1375">
              <w:rPr>
                <w:sz w:val="20"/>
                <w:szCs w:val="20"/>
              </w:rPr>
              <w:t>отсрочку в удовлетворении желаний (подождать, потерпеть)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98480D" w:rsidTr="000C1375">
        <w:trPr>
          <w:trHeight w:val="22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ind w:right="312"/>
              <w:rPr>
                <w:sz w:val="20"/>
                <w:szCs w:val="20"/>
              </w:rPr>
            </w:pPr>
            <w:r w:rsidRPr="000C1375">
              <w:rPr>
                <w:spacing w:val="-1"/>
                <w:sz w:val="20"/>
                <w:szCs w:val="20"/>
              </w:rPr>
              <w:t xml:space="preserve">радуется, когда взрослый хвалит его, болезненно переживает </w:t>
            </w:r>
            <w:r w:rsidRPr="000C1375">
              <w:rPr>
                <w:sz w:val="20"/>
                <w:szCs w:val="20"/>
              </w:rPr>
              <w:t>неодобрение (плачет, замыкается в себе)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98480D" w:rsidTr="000C1375">
        <w:trPr>
          <w:trHeight w:val="18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ind w:right="293"/>
              <w:rPr>
                <w:sz w:val="20"/>
                <w:szCs w:val="20"/>
              </w:rPr>
            </w:pPr>
            <w:r w:rsidRPr="000C1375">
              <w:rPr>
                <w:spacing w:val="-1"/>
                <w:sz w:val="20"/>
                <w:szCs w:val="20"/>
              </w:rPr>
              <w:t xml:space="preserve">замечает и адекватно реагирует на эмоциональные состояния </w:t>
            </w:r>
            <w:r w:rsidRPr="000C1375">
              <w:rPr>
                <w:sz w:val="20"/>
                <w:szCs w:val="20"/>
              </w:rPr>
              <w:t>взрослых и детей (радость, печаль, гнев)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98480D" w:rsidTr="000C1375">
        <w:trPr>
          <w:trHeight w:val="22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ind w:right="110" w:firstLine="5"/>
              <w:rPr>
                <w:sz w:val="20"/>
                <w:szCs w:val="20"/>
              </w:rPr>
            </w:pPr>
            <w:r w:rsidRPr="000C1375">
              <w:rPr>
                <w:spacing w:val="-1"/>
                <w:sz w:val="20"/>
                <w:szCs w:val="20"/>
              </w:rPr>
              <w:t>доброжелательно относится к деятельности сверстника (с инте</w:t>
            </w:r>
            <w:r w:rsidRPr="000C1375">
              <w:rPr>
                <w:sz w:val="20"/>
                <w:szCs w:val="20"/>
              </w:rPr>
              <w:t>ресом наблюдает, дает игрушку)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98480D" w:rsidTr="000C1375">
        <w:trPr>
          <w:trHeight w:val="20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ind w:right="96" w:firstLine="5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 xml:space="preserve">способен вступать в диалог со взрослыми и сверстниками 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98480D" w:rsidTr="000C1375">
        <w:trPr>
          <w:trHeight w:val="20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ind w:right="62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ярко проявляет потребность в самостоятельности; с</w:t>
            </w:r>
            <w:r w:rsidRPr="000C1375">
              <w:rPr>
                <w:spacing w:val="-1"/>
                <w:sz w:val="20"/>
                <w:szCs w:val="20"/>
              </w:rPr>
              <w:t>тремится обходиться без помощи взрослого при одевании, раз</w:t>
            </w:r>
            <w:r w:rsidRPr="000C1375">
              <w:rPr>
                <w:sz w:val="20"/>
                <w:szCs w:val="20"/>
              </w:rPr>
              <w:t>девании, во время еды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98480D" w:rsidTr="000C1375">
        <w:trPr>
          <w:trHeight w:val="24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ind w:right="662"/>
              <w:rPr>
                <w:sz w:val="20"/>
                <w:szCs w:val="20"/>
              </w:rPr>
            </w:pPr>
            <w:r w:rsidRPr="000C1375">
              <w:rPr>
                <w:spacing w:val="-1"/>
                <w:sz w:val="20"/>
                <w:szCs w:val="20"/>
              </w:rPr>
              <w:t xml:space="preserve">дает себе общую положительную оценку («Я хороший», </w:t>
            </w:r>
            <w:r w:rsidRPr="000C1375">
              <w:rPr>
                <w:sz w:val="20"/>
                <w:szCs w:val="20"/>
              </w:rPr>
              <w:t>«Я большой», «Я могу!»)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98480D" w:rsidTr="000C1375">
        <w:trPr>
          <w:trHeight w:val="332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3</w:t>
            </w:r>
          </w:p>
        </w:tc>
        <w:tc>
          <w:tcPr>
            <w:tcW w:w="16055" w:type="dxa"/>
            <w:gridSpan w:val="44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iCs/>
                <w:spacing w:val="-1"/>
                <w:sz w:val="20"/>
                <w:szCs w:val="20"/>
              </w:rPr>
              <w:t>Формирование гендерной, семейной, гражданской принадлеж</w:t>
            </w:r>
            <w:r w:rsidRPr="000C1375">
              <w:rPr>
                <w:iCs/>
                <w:sz w:val="20"/>
                <w:szCs w:val="20"/>
              </w:rPr>
              <w:t>ности, патриотических чувств</w:t>
            </w:r>
          </w:p>
        </w:tc>
      </w:tr>
      <w:tr w:rsidR="0023762D" w:rsidRPr="0098480D" w:rsidTr="000C1375">
        <w:trPr>
          <w:trHeight w:val="259"/>
        </w:trPr>
        <w:tc>
          <w:tcPr>
            <w:tcW w:w="283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ind w:right="571"/>
              <w:rPr>
                <w:sz w:val="20"/>
                <w:szCs w:val="20"/>
              </w:rPr>
            </w:pPr>
            <w:r w:rsidRPr="000C1375">
              <w:rPr>
                <w:spacing w:val="-1"/>
                <w:sz w:val="20"/>
                <w:szCs w:val="20"/>
              </w:rPr>
              <w:t>осознает свою гендерную принадлежность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98480D" w:rsidTr="000C1375">
        <w:trPr>
          <w:trHeight w:val="22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ind w:right="173"/>
              <w:rPr>
                <w:sz w:val="20"/>
                <w:szCs w:val="20"/>
              </w:rPr>
            </w:pPr>
            <w:r w:rsidRPr="000C1375">
              <w:rPr>
                <w:spacing w:val="-1"/>
                <w:sz w:val="20"/>
                <w:szCs w:val="20"/>
              </w:rPr>
              <w:t xml:space="preserve">проявляет сочувствие, стремление пожалеть другого человека, </w:t>
            </w:r>
            <w:r w:rsidRPr="000C1375">
              <w:rPr>
                <w:sz w:val="20"/>
                <w:szCs w:val="20"/>
              </w:rPr>
              <w:t>если он огорчен, расстроен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98480D" w:rsidTr="000C1375">
        <w:trPr>
          <w:trHeight w:val="22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ind w:right="173"/>
              <w:rPr>
                <w:spacing w:val="-1"/>
                <w:sz w:val="20"/>
                <w:szCs w:val="20"/>
              </w:rPr>
            </w:pPr>
            <w:r w:rsidRPr="000C1375">
              <w:rPr>
                <w:spacing w:val="-1"/>
                <w:sz w:val="20"/>
                <w:szCs w:val="20"/>
              </w:rPr>
              <w:t>называет название города, в котором живёт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98480D" w:rsidTr="000C1375">
        <w:trPr>
          <w:trHeight w:val="200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i/>
                <w:iCs/>
                <w:spacing w:val="-1"/>
                <w:sz w:val="20"/>
                <w:szCs w:val="20"/>
              </w:rPr>
            </w:pPr>
            <w:r w:rsidRPr="000C1375">
              <w:rPr>
                <w:b/>
                <w:sz w:val="20"/>
                <w:szCs w:val="20"/>
              </w:rPr>
              <w:t>Всего баллов</w:t>
            </w:r>
          </w:p>
        </w:tc>
        <w:tc>
          <w:tcPr>
            <w:tcW w:w="68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98480D" w:rsidTr="000C1375">
        <w:trPr>
          <w:trHeight w:val="240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b/>
                <w:sz w:val="20"/>
                <w:szCs w:val="20"/>
              </w:rPr>
            </w:pPr>
            <w:r w:rsidRPr="000C1375">
              <w:rPr>
                <w:b/>
                <w:sz w:val="20"/>
                <w:szCs w:val="20"/>
              </w:rPr>
              <w:t xml:space="preserve">Уровень </w:t>
            </w:r>
          </w:p>
        </w:tc>
        <w:tc>
          <w:tcPr>
            <w:tcW w:w="68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</w:tbl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Оценивание по балльной системе:</w:t>
      </w:r>
      <w:r w:rsidRPr="0057370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Максим балл – 45 баллов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Высокий результат -3 балла;                                                 Минимум балл – 15 баллов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Средний результат – 2 балла;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Низкий результат – 1 балл.</w:t>
      </w:r>
    </w:p>
    <w:p w:rsidR="0023762D" w:rsidRDefault="0023762D" w:rsidP="000A57C4">
      <w:pPr>
        <w:rPr>
          <w:sz w:val="20"/>
          <w:szCs w:val="20"/>
        </w:rPr>
      </w:pP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Высокий показатель – 34 – 45 (от 75% до 100%)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Средний показатель – 16 – 33 (от 35% до 75%)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Низкий показатель – 0 – 15 (от 0%  до 35%)</w:t>
      </w:r>
    </w:p>
    <w:p w:rsidR="0023762D" w:rsidRDefault="0023762D" w:rsidP="000A57C4">
      <w:pPr>
        <w:rPr>
          <w:sz w:val="20"/>
          <w:szCs w:val="20"/>
        </w:rPr>
      </w:pPr>
    </w:p>
    <w:p w:rsidR="0023762D" w:rsidRDefault="0023762D" w:rsidP="000A57C4">
      <w:pPr>
        <w:jc w:val="both"/>
        <w:rPr>
          <w:color w:val="000000"/>
          <w:shd w:val="clear" w:color="auto" w:fill="F5F5F5"/>
        </w:rPr>
      </w:pPr>
    </w:p>
    <w:p w:rsidR="0023762D" w:rsidRDefault="0023762D" w:rsidP="000A57C4">
      <w:pPr>
        <w:rPr>
          <w:b/>
        </w:rPr>
      </w:pPr>
    </w:p>
    <w:p w:rsidR="0023762D" w:rsidRPr="0098480D" w:rsidRDefault="0023762D" w:rsidP="000A57C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Pr="0098480D">
        <w:rPr>
          <w:b/>
          <w:sz w:val="22"/>
          <w:szCs w:val="22"/>
        </w:rPr>
        <w:t xml:space="preserve">КАРТА </w:t>
      </w:r>
      <w:r w:rsidRPr="0098480D">
        <w:rPr>
          <w:b/>
          <w:caps/>
          <w:sz w:val="22"/>
          <w:szCs w:val="22"/>
        </w:rPr>
        <w:t>освоения программы</w:t>
      </w:r>
    </w:p>
    <w:p w:rsidR="0023762D" w:rsidRDefault="0023762D" w:rsidP="000A57C4">
      <w:pPr>
        <w:rPr>
          <w:sz w:val="22"/>
          <w:szCs w:val="22"/>
        </w:rPr>
      </w:pPr>
      <w:r w:rsidRPr="0098480D">
        <w:rPr>
          <w:sz w:val="22"/>
          <w:szCs w:val="22"/>
        </w:rPr>
        <w:t>Изучение интегративного качества «овладевший необходимыми умениями и навыками в образовательной области «Труд»</w:t>
      </w:r>
      <w:r>
        <w:rPr>
          <w:sz w:val="22"/>
          <w:szCs w:val="22"/>
        </w:rPr>
        <w:t xml:space="preserve"> 2-3 год</w:t>
      </w:r>
    </w:p>
    <w:tbl>
      <w:tblPr>
        <w:tblW w:w="1633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"/>
        <w:gridCol w:w="2836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23762D" w:rsidRPr="00E22DED" w:rsidTr="000C1375">
        <w:trPr>
          <w:gridAfter w:val="1"/>
          <w:wAfter w:w="36" w:type="dxa"/>
          <w:trHeight w:val="302"/>
        </w:trPr>
        <w:tc>
          <w:tcPr>
            <w:tcW w:w="283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№</w:t>
            </w:r>
          </w:p>
        </w:tc>
        <w:tc>
          <w:tcPr>
            <w:tcW w:w="2836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3183" w:type="dxa"/>
            <w:gridSpan w:val="4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Ф. И. ребенка</w:t>
            </w:r>
          </w:p>
        </w:tc>
      </w:tr>
      <w:tr w:rsidR="0023762D" w:rsidRPr="00E22DED" w:rsidTr="000C1375">
        <w:trPr>
          <w:gridAfter w:val="1"/>
          <w:wAfter w:w="36" w:type="dxa"/>
          <w:trHeight w:val="979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C1375">
        <w:trPr>
          <w:trHeight w:val="324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</w:tr>
      <w:tr w:rsidR="0023762D" w:rsidRPr="00E22DED" w:rsidTr="000C1375">
        <w:trPr>
          <w:trHeight w:val="257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1</w:t>
            </w:r>
          </w:p>
        </w:tc>
        <w:tc>
          <w:tcPr>
            <w:tcW w:w="16055" w:type="dxa"/>
            <w:gridSpan w:val="44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iCs/>
                <w:sz w:val="20"/>
                <w:szCs w:val="20"/>
              </w:rPr>
              <w:t>Развитие трудовой деятельности</w:t>
            </w:r>
          </w:p>
        </w:tc>
      </w:tr>
      <w:tr w:rsidR="0023762D" w:rsidRPr="00E22DED" w:rsidTr="000C1375">
        <w:trPr>
          <w:trHeight w:val="200"/>
        </w:trPr>
        <w:tc>
          <w:tcPr>
            <w:tcW w:w="283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ind w:right="58" w:firstLine="5"/>
              <w:rPr>
                <w:sz w:val="20"/>
                <w:szCs w:val="20"/>
              </w:rPr>
            </w:pPr>
            <w:r w:rsidRPr="000C1375">
              <w:rPr>
                <w:spacing w:val="-1"/>
                <w:sz w:val="20"/>
                <w:szCs w:val="20"/>
              </w:rPr>
              <w:t xml:space="preserve">способен к элементарному самообслуживанию (самостоятельно одевается и раздевается, обувается и разувается, с помощью взрослого застегивает пуговицы, </w:t>
            </w:r>
            <w:r w:rsidRPr="000C1375">
              <w:rPr>
                <w:sz w:val="20"/>
                <w:szCs w:val="20"/>
              </w:rPr>
              <w:t>завязывает шнурки)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C1375">
        <w:trPr>
          <w:trHeight w:val="449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ind w:right="120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выполняет простейшие трудовые действия с помощью педагогов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C1375">
        <w:trPr>
          <w:trHeight w:val="149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2</w:t>
            </w:r>
          </w:p>
        </w:tc>
        <w:tc>
          <w:tcPr>
            <w:tcW w:w="16055" w:type="dxa"/>
            <w:gridSpan w:val="44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Воспитание ценностного отношения к собственному труду, труду других людей и его результатам</w:t>
            </w:r>
          </w:p>
        </w:tc>
      </w:tr>
      <w:tr w:rsidR="0023762D" w:rsidRPr="00E22DED" w:rsidTr="000C1375">
        <w:trPr>
          <w:trHeight w:val="206"/>
        </w:trPr>
        <w:tc>
          <w:tcPr>
            <w:tcW w:w="283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spacing w:val="-1"/>
                <w:sz w:val="20"/>
                <w:szCs w:val="20"/>
              </w:rPr>
            </w:pPr>
            <w:r w:rsidRPr="000C1375">
              <w:rPr>
                <w:spacing w:val="-1"/>
                <w:sz w:val="20"/>
                <w:szCs w:val="20"/>
              </w:rPr>
              <w:t xml:space="preserve">стремится соответствовать требованиям близких взрослых 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C1375">
        <w:trPr>
          <w:trHeight w:val="298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sz w:val="20"/>
                <w:szCs w:val="20"/>
              </w:rPr>
            </w:pPr>
            <w:r w:rsidRPr="000C1375">
              <w:rPr>
                <w:spacing w:val="-1"/>
                <w:sz w:val="20"/>
                <w:szCs w:val="20"/>
              </w:rPr>
              <w:t>по</w:t>
            </w:r>
            <w:r w:rsidRPr="000C1375">
              <w:rPr>
                <w:sz w:val="20"/>
                <w:szCs w:val="20"/>
              </w:rPr>
              <w:t>могает  в ответ на просьбу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C1375">
        <w:trPr>
          <w:trHeight w:val="239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3</w:t>
            </w:r>
          </w:p>
        </w:tc>
        <w:tc>
          <w:tcPr>
            <w:tcW w:w="16055" w:type="dxa"/>
            <w:gridSpan w:val="44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Формирование первичных представлений о труде взрослых, его роли в обществе и жизни каждого человека</w:t>
            </w:r>
          </w:p>
        </w:tc>
      </w:tr>
      <w:tr w:rsidR="0023762D" w:rsidRPr="00E22DED" w:rsidTr="000C1375">
        <w:trPr>
          <w:trHeight w:val="259"/>
        </w:trPr>
        <w:tc>
          <w:tcPr>
            <w:tcW w:w="283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знает и называет некоторые трудовые действия взрослых (моет, стирает, гладит, убирает и т.д.)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C1375">
        <w:trPr>
          <w:trHeight w:val="26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имеет элементарные представления о работе мамы, папы, других близких (мама работает в магазине, папа работает шофёром и т.п.)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C1375">
        <w:trPr>
          <w:trHeight w:val="240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i/>
                <w:iCs/>
                <w:spacing w:val="-1"/>
                <w:sz w:val="20"/>
                <w:szCs w:val="20"/>
              </w:rPr>
            </w:pPr>
            <w:r w:rsidRPr="000C1375">
              <w:rPr>
                <w:b/>
                <w:sz w:val="20"/>
                <w:szCs w:val="20"/>
              </w:rPr>
              <w:t>Всего баллов</w:t>
            </w:r>
          </w:p>
        </w:tc>
        <w:tc>
          <w:tcPr>
            <w:tcW w:w="68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C1375">
        <w:trPr>
          <w:trHeight w:val="200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b/>
                <w:sz w:val="20"/>
                <w:szCs w:val="20"/>
              </w:rPr>
            </w:pPr>
            <w:r w:rsidRPr="000C1375">
              <w:rPr>
                <w:b/>
                <w:sz w:val="20"/>
                <w:szCs w:val="20"/>
              </w:rPr>
              <w:t xml:space="preserve">Уровень </w:t>
            </w:r>
          </w:p>
        </w:tc>
        <w:tc>
          <w:tcPr>
            <w:tcW w:w="68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</w:tbl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Оценивание по балльной системе: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Максим балл – 18 баллов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 xml:space="preserve">Высокий результат -3 балла;                                                  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>Минимум балл – 6 баллов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Средний результат – 2 балла;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Низкий результат – 1 балл.                                           Высокий показатель – 14 – 18 (от 75% до 100%)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Средний показатель – 6 – 13 (от 35% до 75%)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Низкий показатель – 0 – 5 (от 0%  до 35%)</w:t>
      </w:r>
    </w:p>
    <w:p w:rsidR="0023762D" w:rsidRPr="00C93C23" w:rsidRDefault="0023762D" w:rsidP="000A57C4">
      <w:pPr>
        <w:jc w:val="center"/>
        <w:rPr>
          <w:b/>
          <w:sz w:val="22"/>
          <w:szCs w:val="22"/>
        </w:rPr>
      </w:pPr>
      <w:r>
        <w:rPr>
          <w:sz w:val="20"/>
          <w:szCs w:val="20"/>
        </w:rPr>
        <w:br w:type="page"/>
      </w:r>
      <w:r w:rsidRPr="00C93C23">
        <w:rPr>
          <w:b/>
          <w:sz w:val="22"/>
          <w:szCs w:val="22"/>
        </w:rPr>
        <w:t xml:space="preserve">КАРТА </w:t>
      </w:r>
      <w:r w:rsidRPr="00C93C23">
        <w:rPr>
          <w:b/>
          <w:caps/>
          <w:sz w:val="22"/>
          <w:szCs w:val="22"/>
        </w:rPr>
        <w:t>освоения программы</w:t>
      </w:r>
    </w:p>
    <w:p w:rsidR="0023762D" w:rsidRDefault="0023762D" w:rsidP="000A57C4">
      <w:pPr>
        <w:rPr>
          <w:color w:val="000000"/>
          <w:sz w:val="22"/>
          <w:szCs w:val="22"/>
          <w:shd w:val="clear" w:color="auto" w:fill="F5F5F5"/>
        </w:rPr>
      </w:pPr>
      <w:r w:rsidRPr="00C93C23">
        <w:rPr>
          <w:sz w:val="22"/>
          <w:szCs w:val="22"/>
        </w:rPr>
        <w:t>Изучение интегративного качества</w:t>
      </w:r>
      <w:r w:rsidRPr="00C93C23">
        <w:rPr>
          <w:color w:val="000000"/>
          <w:sz w:val="22"/>
          <w:szCs w:val="22"/>
        </w:rPr>
        <w:t xml:space="preserve"> «овладевший необходимыми умениями и навыками в о</w:t>
      </w:r>
      <w:r w:rsidRPr="00C93C23">
        <w:rPr>
          <w:color w:val="000000"/>
          <w:sz w:val="22"/>
          <w:szCs w:val="22"/>
          <w:shd w:val="clear" w:color="auto" w:fill="F5F5F5"/>
        </w:rPr>
        <w:t xml:space="preserve">бразовательной области </w:t>
      </w:r>
      <w:r w:rsidRPr="00C93C23">
        <w:rPr>
          <w:sz w:val="22"/>
          <w:szCs w:val="22"/>
        </w:rPr>
        <w:t>«Безопасность»</w:t>
      </w:r>
      <w:r w:rsidRPr="00C93C23">
        <w:rPr>
          <w:color w:val="000000"/>
          <w:sz w:val="22"/>
          <w:szCs w:val="22"/>
          <w:shd w:val="clear" w:color="auto" w:fill="F5F5F5"/>
        </w:rPr>
        <w:t xml:space="preserve"> </w:t>
      </w:r>
      <w:r>
        <w:rPr>
          <w:color w:val="000000"/>
          <w:sz w:val="22"/>
          <w:szCs w:val="22"/>
          <w:shd w:val="clear" w:color="auto" w:fill="F5F5F5"/>
        </w:rPr>
        <w:t xml:space="preserve"> 2-3 года</w:t>
      </w:r>
    </w:p>
    <w:tbl>
      <w:tblPr>
        <w:tblW w:w="16338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"/>
        <w:gridCol w:w="2836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23762D" w:rsidRPr="00E22DED" w:rsidTr="000A57C4">
        <w:trPr>
          <w:gridAfter w:val="1"/>
          <w:wAfter w:w="36" w:type="dxa"/>
          <w:trHeight w:val="302"/>
        </w:trPr>
        <w:tc>
          <w:tcPr>
            <w:tcW w:w="283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№</w:t>
            </w:r>
          </w:p>
        </w:tc>
        <w:tc>
          <w:tcPr>
            <w:tcW w:w="2836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3183" w:type="dxa"/>
            <w:gridSpan w:val="4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Ф. И. ребенка</w:t>
            </w:r>
          </w:p>
        </w:tc>
      </w:tr>
      <w:tr w:rsidR="0023762D" w:rsidRPr="00E22DED" w:rsidTr="000A57C4">
        <w:trPr>
          <w:gridAfter w:val="1"/>
          <w:wAfter w:w="36" w:type="dxa"/>
          <w:trHeight w:val="979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A57C4">
        <w:trPr>
          <w:trHeight w:val="324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</w:tr>
      <w:tr w:rsidR="0023762D" w:rsidRPr="00E22DED" w:rsidTr="000A57C4">
        <w:trPr>
          <w:trHeight w:val="415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1</w:t>
            </w: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55" w:type="dxa"/>
            <w:gridSpan w:val="44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iCs/>
                <w:spacing w:val="-2"/>
                <w:sz w:val="20"/>
                <w:szCs w:val="20"/>
              </w:rPr>
              <w:t xml:space="preserve">Усвоение правил безопасного для человека и окружающего мира </w:t>
            </w:r>
            <w:r w:rsidRPr="000C1375">
              <w:rPr>
                <w:iCs/>
                <w:sz w:val="20"/>
                <w:szCs w:val="20"/>
              </w:rPr>
              <w:t>поведения</w:t>
            </w:r>
          </w:p>
        </w:tc>
      </w:tr>
      <w:tr w:rsidR="0023762D" w:rsidRPr="00E22DED" w:rsidTr="000A57C4">
        <w:trPr>
          <w:trHeight w:val="200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ind w:right="58" w:firstLine="5"/>
              <w:rPr>
                <w:sz w:val="20"/>
                <w:szCs w:val="20"/>
              </w:rPr>
            </w:pPr>
            <w:r w:rsidRPr="000C1375">
              <w:rPr>
                <w:spacing w:val="-1"/>
                <w:sz w:val="20"/>
                <w:szCs w:val="20"/>
              </w:rPr>
              <w:t xml:space="preserve">появляется представление об опасности (не подходит близко к глубокой яме, осторожно приближается к собаке, держится за </w:t>
            </w:r>
            <w:r w:rsidRPr="000C1375">
              <w:rPr>
                <w:sz w:val="20"/>
                <w:szCs w:val="20"/>
              </w:rPr>
              <w:t>перила или стенку, спускаясь с лестницы и т.д.)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A57C4">
        <w:trPr>
          <w:trHeight w:val="300"/>
        </w:trPr>
        <w:tc>
          <w:tcPr>
            <w:tcW w:w="283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2</w:t>
            </w:r>
          </w:p>
        </w:tc>
        <w:tc>
          <w:tcPr>
            <w:tcW w:w="16055" w:type="dxa"/>
            <w:gridSpan w:val="44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iCs/>
                <w:spacing w:val="-1"/>
                <w:sz w:val="20"/>
                <w:szCs w:val="20"/>
              </w:rPr>
              <w:t>Формирование знаний о правилах безопасности дорожного дви</w:t>
            </w:r>
            <w:r w:rsidRPr="000C1375">
              <w:rPr>
                <w:iCs/>
                <w:sz w:val="20"/>
                <w:szCs w:val="20"/>
              </w:rPr>
              <w:t>жения</w:t>
            </w:r>
          </w:p>
        </w:tc>
      </w:tr>
      <w:tr w:rsidR="0023762D" w:rsidRPr="00E22DED" w:rsidTr="000A57C4">
        <w:trPr>
          <w:trHeight w:val="206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spacing w:val="-1"/>
                <w:sz w:val="20"/>
                <w:szCs w:val="20"/>
              </w:rPr>
            </w:pPr>
            <w:r w:rsidRPr="000C1375">
              <w:rPr>
                <w:spacing w:val="-1"/>
                <w:sz w:val="20"/>
                <w:szCs w:val="20"/>
              </w:rPr>
              <w:t xml:space="preserve">держит взрослого за руку при переходе проезжей части улицы и при движении по тротуару, а также находясь в местах большого </w:t>
            </w:r>
            <w:r w:rsidRPr="000C1375">
              <w:rPr>
                <w:sz w:val="20"/>
                <w:szCs w:val="20"/>
              </w:rPr>
              <w:t>скопления людей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A57C4">
        <w:trPr>
          <w:trHeight w:val="332"/>
        </w:trPr>
        <w:tc>
          <w:tcPr>
            <w:tcW w:w="283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3</w:t>
            </w:r>
          </w:p>
        </w:tc>
        <w:tc>
          <w:tcPr>
            <w:tcW w:w="16055" w:type="dxa"/>
            <w:gridSpan w:val="44"/>
          </w:tcPr>
          <w:p w:rsidR="0023762D" w:rsidRPr="000C1375" w:rsidRDefault="0023762D" w:rsidP="000A57C4">
            <w:pPr>
              <w:jc w:val="center"/>
              <w:rPr>
                <w:iCs/>
                <w:spacing w:val="-1"/>
                <w:sz w:val="20"/>
                <w:szCs w:val="20"/>
              </w:rPr>
            </w:pPr>
            <w:r w:rsidRPr="000C1375">
              <w:rPr>
                <w:iCs/>
                <w:spacing w:val="-1"/>
                <w:sz w:val="20"/>
                <w:szCs w:val="20"/>
              </w:rPr>
              <w:t xml:space="preserve">Формирование осторожного и осмотрительного отношения </w:t>
            </w: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iCs/>
                <w:spacing w:val="-1"/>
                <w:sz w:val="20"/>
                <w:szCs w:val="20"/>
              </w:rPr>
              <w:t>к потенциально опасным для человека и окружающего мира природы ситуациям</w:t>
            </w:r>
          </w:p>
        </w:tc>
      </w:tr>
      <w:tr w:rsidR="0023762D" w:rsidRPr="00E22DED" w:rsidTr="000A57C4">
        <w:trPr>
          <w:trHeight w:val="70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соблюдает элементарные правила взаимодействия с животными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A57C4">
        <w:trPr>
          <w:trHeight w:val="280"/>
        </w:trPr>
        <w:tc>
          <w:tcPr>
            <w:tcW w:w="283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4</w:t>
            </w:r>
          </w:p>
        </w:tc>
        <w:tc>
          <w:tcPr>
            <w:tcW w:w="16055" w:type="dxa"/>
            <w:gridSpan w:val="44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iCs/>
                <w:spacing w:val="-1"/>
                <w:sz w:val="20"/>
                <w:szCs w:val="20"/>
              </w:rPr>
              <w:t>Приобщение к правилам безопасного для человека и окружающего мира природы поведения</w:t>
            </w:r>
          </w:p>
        </w:tc>
      </w:tr>
      <w:tr w:rsidR="0023762D" w:rsidRPr="00E22DED" w:rsidTr="000A57C4">
        <w:trPr>
          <w:trHeight w:val="16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имеет элементарные представления о правилах дорожного движения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A57C4">
        <w:trPr>
          <w:trHeight w:val="240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i/>
                <w:iCs/>
                <w:spacing w:val="-1"/>
                <w:sz w:val="20"/>
                <w:szCs w:val="20"/>
              </w:rPr>
            </w:pPr>
            <w:r w:rsidRPr="000C1375">
              <w:rPr>
                <w:b/>
                <w:sz w:val="20"/>
                <w:szCs w:val="20"/>
              </w:rPr>
              <w:t>Всего баллов</w:t>
            </w:r>
          </w:p>
        </w:tc>
        <w:tc>
          <w:tcPr>
            <w:tcW w:w="68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A57C4">
        <w:trPr>
          <w:trHeight w:val="200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b/>
                <w:sz w:val="20"/>
                <w:szCs w:val="20"/>
              </w:rPr>
            </w:pPr>
            <w:r w:rsidRPr="000C1375">
              <w:rPr>
                <w:b/>
                <w:sz w:val="20"/>
                <w:szCs w:val="20"/>
              </w:rPr>
              <w:t xml:space="preserve">Уровень </w:t>
            </w:r>
          </w:p>
        </w:tc>
        <w:tc>
          <w:tcPr>
            <w:tcW w:w="68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</w:tbl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Оценивание по балльной системе: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Максим балл – 12 баллов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 xml:space="preserve">Высокий результат -3 балла;                                                  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>Минимум балл – 4 баллов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Средний результат – 2 балла;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Низкий результат – 1 балл.                                           Высокий показатель – 8 – 12 (от 75% до 100%)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Средний показатель – 4 – 7 (от 35% до 75%)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Низкий показатель – 0 – 3   (от 0%  до 35%)</w:t>
      </w:r>
    </w:p>
    <w:p w:rsidR="0023762D" w:rsidRPr="0060756E" w:rsidRDefault="0023762D" w:rsidP="000A57C4">
      <w:pPr>
        <w:rPr>
          <w:b/>
        </w:rPr>
      </w:pPr>
    </w:p>
    <w:p w:rsidR="0023762D" w:rsidRPr="00C93C23" w:rsidRDefault="0023762D" w:rsidP="000A57C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Pr="00C93C23">
        <w:rPr>
          <w:b/>
          <w:sz w:val="22"/>
          <w:szCs w:val="22"/>
        </w:rPr>
        <w:t xml:space="preserve">КАРТА </w:t>
      </w:r>
      <w:r w:rsidRPr="00C93C23">
        <w:rPr>
          <w:b/>
          <w:caps/>
          <w:sz w:val="22"/>
          <w:szCs w:val="22"/>
        </w:rPr>
        <w:t>освоения программы</w:t>
      </w:r>
    </w:p>
    <w:p w:rsidR="0023762D" w:rsidRDefault="0023762D" w:rsidP="000A57C4">
      <w:pPr>
        <w:rPr>
          <w:sz w:val="22"/>
          <w:szCs w:val="22"/>
        </w:rPr>
      </w:pPr>
      <w:r w:rsidRPr="00C93C23">
        <w:rPr>
          <w:sz w:val="22"/>
          <w:szCs w:val="22"/>
        </w:rPr>
        <w:t>Изучение интегративного качества «овладевший необходимыми умениями и навыками в образовательной области «Познание»</w:t>
      </w:r>
      <w:r>
        <w:rPr>
          <w:sz w:val="22"/>
          <w:szCs w:val="22"/>
        </w:rPr>
        <w:t xml:space="preserve"> 2-3 года</w:t>
      </w:r>
    </w:p>
    <w:tbl>
      <w:tblPr>
        <w:tblW w:w="16338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2694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23762D" w:rsidRPr="004E14CC" w:rsidTr="000A57C4">
        <w:trPr>
          <w:gridAfter w:val="1"/>
          <w:wAfter w:w="36" w:type="dxa"/>
          <w:trHeight w:val="302"/>
        </w:trPr>
        <w:tc>
          <w:tcPr>
            <w:tcW w:w="425" w:type="dxa"/>
            <w:vMerge w:val="restart"/>
          </w:tcPr>
          <w:p w:rsidR="0023762D" w:rsidRPr="000C1375" w:rsidRDefault="0023762D" w:rsidP="000A57C4">
            <w:pPr>
              <w:ind w:left="-128" w:firstLine="128"/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ind w:left="-128" w:firstLine="128"/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ind w:left="-128" w:firstLine="128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ind w:left="-128" w:firstLine="128"/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№</w:t>
            </w:r>
          </w:p>
        </w:tc>
        <w:tc>
          <w:tcPr>
            <w:tcW w:w="2694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Компоненты интегративного качества</w:t>
            </w: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83" w:type="dxa"/>
            <w:gridSpan w:val="4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Ф. И. ребенка</w:t>
            </w:r>
          </w:p>
        </w:tc>
      </w:tr>
      <w:tr w:rsidR="0023762D" w:rsidRPr="004E14CC" w:rsidTr="000A57C4">
        <w:trPr>
          <w:gridAfter w:val="1"/>
          <w:wAfter w:w="36" w:type="dxa"/>
          <w:trHeight w:val="979"/>
        </w:trPr>
        <w:tc>
          <w:tcPr>
            <w:tcW w:w="425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rPr>
                <w:sz w:val="18"/>
                <w:szCs w:val="18"/>
              </w:rPr>
            </w:pPr>
          </w:p>
        </w:tc>
        <w:tc>
          <w:tcPr>
            <w:tcW w:w="59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4E14CC" w:rsidTr="000A57C4">
        <w:trPr>
          <w:trHeight w:val="324"/>
        </w:trPr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</w:tr>
      <w:tr w:rsidR="0023762D" w:rsidRPr="004E14CC" w:rsidTr="000A57C4">
        <w:trPr>
          <w:trHeight w:val="261"/>
        </w:trPr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1</w:t>
            </w:r>
          </w:p>
        </w:tc>
        <w:tc>
          <w:tcPr>
            <w:tcW w:w="15913" w:type="dxa"/>
            <w:gridSpan w:val="44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Сенсорное развитие</w:t>
            </w:r>
          </w:p>
        </w:tc>
      </w:tr>
      <w:tr w:rsidR="0023762D" w:rsidRPr="004E14CC" w:rsidTr="000A57C4">
        <w:trPr>
          <w:trHeight w:val="220"/>
        </w:trPr>
        <w:tc>
          <w:tcPr>
            <w:tcW w:w="425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23762D" w:rsidRPr="000C1375" w:rsidRDefault="0023762D" w:rsidP="000A57C4">
            <w:pPr>
              <w:shd w:val="clear" w:color="auto" w:fill="FFFFFF"/>
              <w:rPr>
                <w:sz w:val="18"/>
                <w:szCs w:val="18"/>
              </w:rPr>
            </w:pPr>
            <w:r w:rsidRPr="000C1375">
              <w:rPr>
                <w:spacing w:val="-1"/>
                <w:sz w:val="18"/>
                <w:szCs w:val="18"/>
              </w:rPr>
              <w:t xml:space="preserve">свободно ориентируется в цвете предметов. </w:t>
            </w:r>
            <w:r w:rsidRPr="000C1375">
              <w:rPr>
                <w:sz w:val="18"/>
                <w:szCs w:val="18"/>
              </w:rPr>
              <w:t>Называет некоторые цвета (может ошибаться в названии)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4E14CC" w:rsidTr="000A57C4">
        <w:trPr>
          <w:trHeight w:val="280"/>
        </w:trPr>
        <w:tc>
          <w:tcPr>
            <w:tcW w:w="425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23762D" w:rsidRPr="000C1375" w:rsidRDefault="0023762D" w:rsidP="000A57C4">
            <w:pPr>
              <w:shd w:val="clear" w:color="auto" w:fill="FFFFFF"/>
              <w:rPr>
                <w:sz w:val="18"/>
                <w:szCs w:val="18"/>
              </w:rPr>
            </w:pPr>
            <w:r w:rsidRPr="000C1375">
              <w:rPr>
                <w:spacing w:val="-1"/>
                <w:sz w:val="18"/>
                <w:szCs w:val="18"/>
              </w:rPr>
              <w:t>ориентируется в величине предметов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4E14CC" w:rsidTr="000A57C4">
        <w:trPr>
          <w:trHeight w:val="380"/>
        </w:trPr>
        <w:tc>
          <w:tcPr>
            <w:tcW w:w="425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23762D" w:rsidRPr="000C1375" w:rsidRDefault="0023762D" w:rsidP="000A57C4">
            <w:pPr>
              <w:shd w:val="clear" w:color="auto" w:fill="FFFFFF"/>
              <w:rPr>
                <w:sz w:val="18"/>
                <w:szCs w:val="18"/>
              </w:rPr>
            </w:pPr>
            <w:r w:rsidRPr="000C1375">
              <w:rPr>
                <w:spacing w:val="-1"/>
                <w:sz w:val="18"/>
                <w:szCs w:val="18"/>
              </w:rPr>
              <w:t>ориентируется в плоскостных и объёмных фигурах, подбирая формы по предлагаемому об</w:t>
            </w:r>
            <w:r w:rsidRPr="000C1375">
              <w:rPr>
                <w:sz w:val="18"/>
                <w:szCs w:val="18"/>
              </w:rPr>
              <w:t>разцу и слову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4E14CC" w:rsidTr="000A57C4">
        <w:trPr>
          <w:trHeight w:val="187"/>
        </w:trPr>
        <w:tc>
          <w:tcPr>
            <w:tcW w:w="425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2</w:t>
            </w:r>
          </w:p>
        </w:tc>
        <w:tc>
          <w:tcPr>
            <w:tcW w:w="15913" w:type="dxa"/>
            <w:gridSpan w:val="44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Развитие познавательно-исследовательской и продуктивной  (конструкт) деятельности</w:t>
            </w:r>
          </w:p>
        </w:tc>
      </w:tr>
      <w:tr w:rsidR="0023762D" w:rsidRPr="004E14CC" w:rsidTr="000A57C4">
        <w:trPr>
          <w:trHeight w:val="410"/>
        </w:trPr>
        <w:tc>
          <w:tcPr>
            <w:tcW w:w="425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23762D" w:rsidRPr="000C1375" w:rsidRDefault="0023762D" w:rsidP="000A57C4">
            <w:pPr>
              <w:shd w:val="clear" w:color="auto" w:fill="FFFFFF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конструирует несложные постройки из 2—3 деталей, обыгрывает их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4E14CC" w:rsidTr="000A57C4">
        <w:trPr>
          <w:trHeight w:val="206"/>
        </w:trPr>
        <w:tc>
          <w:tcPr>
            <w:tcW w:w="425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23762D" w:rsidRPr="000C1375" w:rsidRDefault="0023762D" w:rsidP="000A57C4">
            <w:pPr>
              <w:shd w:val="clear" w:color="auto" w:fill="FFFFFF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с помощью взрослого выполняет различные конструкции, используя природный и бросовый материал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4E14CC" w:rsidTr="000A57C4">
        <w:trPr>
          <w:trHeight w:val="332"/>
        </w:trPr>
        <w:tc>
          <w:tcPr>
            <w:tcW w:w="425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3</w:t>
            </w:r>
          </w:p>
        </w:tc>
        <w:tc>
          <w:tcPr>
            <w:tcW w:w="15913" w:type="dxa"/>
            <w:gridSpan w:val="44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Формирование элементарных  математических представлений</w:t>
            </w:r>
          </w:p>
        </w:tc>
      </w:tr>
      <w:tr w:rsidR="0023762D" w:rsidRPr="004E14CC" w:rsidTr="000A57C4">
        <w:trPr>
          <w:trHeight w:val="160"/>
        </w:trPr>
        <w:tc>
          <w:tcPr>
            <w:tcW w:w="425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23762D" w:rsidRPr="000C1375" w:rsidRDefault="0023762D" w:rsidP="000A57C4">
            <w:pPr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 xml:space="preserve">может образовать группу из однородных предметов, различает </w:t>
            </w:r>
            <w:r w:rsidRPr="000C1375">
              <w:rPr>
                <w:i/>
                <w:sz w:val="18"/>
                <w:szCs w:val="18"/>
              </w:rPr>
              <w:t>один и много</w:t>
            </w:r>
            <w:r w:rsidRPr="000C1375">
              <w:rPr>
                <w:sz w:val="18"/>
                <w:szCs w:val="18"/>
              </w:rPr>
              <w:t xml:space="preserve">, </w:t>
            </w:r>
            <w:r w:rsidRPr="000C1375">
              <w:rPr>
                <w:i/>
                <w:sz w:val="18"/>
                <w:szCs w:val="18"/>
              </w:rPr>
              <w:t>много и мало</w:t>
            </w:r>
            <w:r w:rsidRPr="000C1375">
              <w:rPr>
                <w:sz w:val="18"/>
                <w:szCs w:val="18"/>
              </w:rPr>
              <w:t xml:space="preserve"> предметов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4E14CC" w:rsidTr="000A57C4">
        <w:trPr>
          <w:trHeight w:val="200"/>
        </w:trPr>
        <w:tc>
          <w:tcPr>
            <w:tcW w:w="425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23762D" w:rsidRPr="000C1375" w:rsidRDefault="0023762D" w:rsidP="000A57C4">
            <w:pPr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различает предметы контрастных размеров (большие и маленькие предметы), называет их размер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4E14CC" w:rsidTr="000A57C4">
        <w:trPr>
          <w:trHeight w:val="140"/>
        </w:trPr>
        <w:tc>
          <w:tcPr>
            <w:tcW w:w="425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23762D" w:rsidRPr="000C1375" w:rsidRDefault="0023762D" w:rsidP="000A57C4">
            <w:pPr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ориентируется в предметах разной формы, узнаёт шар и куб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4E14CC" w:rsidTr="000A57C4">
        <w:trPr>
          <w:trHeight w:val="140"/>
        </w:trPr>
        <w:tc>
          <w:tcPr>
            <w:tcW w:w="425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23762D" w:rsidRPr="000C1375" w:rsidRDefault="0023762D" w:rsidP="000A57C4">
            <w:pPr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ориентируется в окружающем пространстве группы, участка детского сада, в частях собственного тела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4E14CC" w:rsidTr="000A57C4">
        <w:trPr>
          <w:trHeight w:val="284"/>
        </w:trPr>
        <w:tc>
          <w:tcPr>
            <w:tcW w:w="425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4</w:t>
            </w:r>
          </w:p>
        </w:tc>
        <w:tc>
          <w:tcPr>
            <w:tcW w:w="15913" w:type="dxa"/>
            <w:gridSpan w:val="44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Формирование целостной картины мира, расширение кругозора детей</w:t>
            </w:r>
          </w:p>
        </w:tc>
      </w:tr>
      <w:tr w:rsidR="0023762D" w:rsidRPr="004E14CC" w:rsidTr="000A57C4">
        <w:trPr>
          <w:trHeight w:val="180"/>
        </w:trPr>
        <w:tc>
          <w:tcPr>
            <w:tcW w:w="425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23762D" w:rsidRPr="000C1375" w:rsidRDefault="0023762D" w:rsidP="000A57C4">
            <w:pPr>
              <w:shd w:val="clear" w:color="auto" w:fill="FFFFFF"/>
              <w:rPr>
                <w:sz w:val="18"/>
                <w:szCs w:val="18"/>
              </w:rPr>
            </w:pPr>
            <w:r w:rsidRPr="000C1375">
              <w:rPr>
                <w:spacing w:val="-1"/>
                <w:sz w:val="18"/>
                <w:szCs w:val="18"/>
              </w:rPr>
              <w:t>имеет представления о человеке и о себе — внешних физических особенностях</w:t>
            </w:r>
            <w:r w:rsidRPr="000C1375">
              <w:rPr>
                <w:sz w:val="18"/>
                <w:szCs w:val="18"/>
              </w:rPr>
              <w:t xml:space="preserve">; эмоциональных состояниях; деятельности близких ребенку людей 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4E14CC" w:rsidTr="000A57C4">
        <w:trPr>
          <w:trHeight w:val="120"/>
        </w:trPr>
        <w:tc>
          <w:tcPr>
            <w:tcW w:w="425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23762D" w:rsidRPr="000C1375" w:rsidRDefault="0023762D" w:rsidP="000A57C4">
            <w:pPr>
              <w:shd w:val="clear" w:color="auto" w:fill="FFFFFF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имеет представления о предметах, действиях с ними, их назначении: предметы до</w:t>
            </w:r>
            <w:r w:rsidRPr="000C1375">
              <w:rPr>
                <w:spacing w:val="-1"/>
                <w:sz w:val="18"/>
                <w:szCs w:val="18"/>
              </w:rPr>
              <w:t>машнего обихода, игрушки, орудия тру</w:t>
            </w:r>
            <w:r w:rsidRPr="000C1375">
              <w:rPr>
                <w:sz w:val="18"/>
                <w:szCs w:val="18"/>
              </w:rPr>
              <w:t xml:space="preserve">да 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4E14CC" w:rsidTr="000A57C4">
        <w:trPr>
          <w:trHeight w:val="121"/>
        </w:trPr>
        <w:tc>
          <w:tcPr>
            <w:tcW w:w="425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23762D" w:rsidRPr="000C1375" w:rsidRDefault="0023762D" w:rsidP="000A57C4">
            <w:pPr>
              <w:shd w:val="clear" w:color="auto" w:fill="FFFFFF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 xml:space="preserve">имеет представления о живой природе: растительный мир, животный мир: домашние животные и  их детеныши, животные — обитатели </w:t>
            </w:r>
            <w:r w:rsidRPr="000C1375">
              <w:rPr>
                <w:spacing w:val="-1"/>
                <w:sz w:val="18"/>
                <w:szCs w:val="18"/>
              </w:rPr>
              <w:t xml:space="preserve">леса, птицы 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4E14CC" w:rsidTr="000A57C4">
        <w:trPr>
          <w:trHeight w:val="140"/>
        </w:trPr>
        <w:tc>
          <w:tcPr>
            <w:tcW w:w="425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23762D" w:rsidRPr="000C1375" w:rsidRDefault="0023762D" w:rsidP="000A57C4">
            <w:pPr>
              <w:shd w:val="clear" w:color="auto" w:fill="FFFFFF"/>
              <w:rPr>
                <w:sz w:val="18"/>
                <w:szCs w:val="18"/>
              </w:rPr>
            </w:pPr>
            <w:r w:rsidRPr="000C1375">
              <w:rPr>
                <w:spacing w:val="-1"/>
                <w:sz w:val="18"/>
                <w:szCs w:val="18"/>
              </w:rPr>
              <w:t>имеет представления о неживой природе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4E14CC" w:rsidTr="000A57C4">
        <w:trPr>
          <w:trHeight w:val="100"/>
        </w:trPr>
        <w:tc>
          <w:tcPr>
            <w:tcW w:w="425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23762D" w:rsidRPr="000C1375" w:rsidRDefault="0023762D" w:rsidP="000A57C4">
            <w:pPr>
              <w:shd w:val="clear" w:color="auto" w:fill="FFFFFF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имеет представления о явлениях природы: временах года, их особенностях</w:t>
            </w:r>
            <w:r w:rsidRPr="000C1375">
              <w:rPr>
                <w:spacing w:val="-1"/>
                <w:sz w:val="18"/>
                <w:szCs w:val="18"/>
              </w:rPr>
              <w:t>, сезонных изменениях в природе</w:t>
            </w:r>
            <w:r w:rsidRPr="000C1375">
              <w:rPr>
                <w:sz w:val="18"/>
                <w:szCs w:val="18"/>
              </w:rPr>
              <w:t>, погодных явлениях и от</w:t>
            </w:r>
            <w:r w:rsidRPr="000C1375">
              <w:rPr>
                <w:spacing w:val="-1"/>
                <w:sz w:val="18"/>
                <w:szCs w:val="18"/>
              </w:rPr>
              <w:t xml:space="preserve">ношении к ним людей 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4E14CC" w:rsidTr="000A57C4">
        <w:trPr>
          <w:trHeight w:val="87"/>
        </w:trPr>
        <w:tc>
          <w:tcPr>
            <w:tcW w:w="425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23762D" w:rsidRPr="000C1375" w:rsidRDefault="0023762D" w:rsidP="000A57C4">
            <w:pPr>
              <w:shd w:val="clear" w:color="auto" w:fill="FFFFFF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 xml:space="preserve">имеет представления о явлениях общественной жизни: знает некоторые профессии, транспорт праздники 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4E14CC" w:rsidTr="000A57C4">
        <w:trPr>
          <w:trHeight w:val="261"/>
        </w:trPr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23762D" w:rsidRPr="000C1375" w:rsidRDefault="0023762D" w:rsidP="000A57C4">
            <w:pPr>
              <w:rPr>
                <w:b/>
                <w:sz w:val="18"/>
                <w:szCs w:val="18"/>
              </w:rPr>
            </w:pPr>
            <w:r w:rsidRPr="000C1375">
              <w:rPr>
                <w:b/>
                <w:sz w:val="18"/>
                <w:szCs w:val="18"/>
              </w:rPr>
              <w:t>Всего баллов</w:t>
            </w:r>
          </w:p>
          <w:p w:rsidR="0023762D" w:rsidRPr="000C1375" w:rsidRDefault="0023762D" w:rsidP="000A57C4">
            <w:pPr>
              <w:rPr>
                <w:i/>
                <w:iCs/>
                <w:spacing w:val="-1"/>
                <w:sz w:val="18"/>
                <w:szCs w:val="18"/>
              </w:rPr>
            </w:pPr>
          </w:p>
        </w:tc>
        <w:tc>
          <w:tcPr>
            <w:tcW w:w="68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4E14CC" w:rsidTr="000A57C4">
        <w:trPr>
          <w:trHeight w:val="340"/>
        </w:trPr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23762D" w:rsidRPr="000C1375" w:rsidRDefault="0023762D" w:rsidP="000A57C4">
            <w:pPr>
              <w:rPr>
                <w:b/>
                <w:sz w:val="18"/>
                <w:szCs w:val="18"/>
              </w:rPr>
            </w:pPr>
            <w:r w:rsidRPr="000C1375">
              <w:rPr>
                <w:b/>
                <w:sz w:val="18"/>
                <w:szCs w:val="18"/>
              </w:rPr>
              <w:t xml:space="preserve">Уровень </w:t>
            </w:r>
          </w:p>
        </w:tc>
        <w:tc>
          <w:tcPr>
            <w:tcW w:w="68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</w:tbl>
    <w:p w:rsidR="0023762D" w:rsidRDefault="0023762D" w:rsidP="000A57C4">
      <w:pPr>
        <w:rPr>
          <w:b/>
        </w:rPr>
      </w:pP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Оценивание по балльной системе: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Максим балл – 45 баллов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 xml:space="preserve">Высокий результат -3 балла;                                                  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>Минимум балл – 15 баллов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Средний результат – 2 балла;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Низкий результат – 1 балл.                                           Высокий показатель – 34 – 45 (от 75% до 100%)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Средний показатель – 16 – 33 (от 35% до 75%)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Низкий показатель – 0 – 15 (от 0%  до 35%)</w:t>
      </w:r>
    </w:p>
    <w:p w:rsidR="0023762D" w:rsidRPr="004E14CC" w:rsidRDefault="0023762D" w:rsidP="000A57C4">
      <w:pPr>
        <w:jc w:val="center"/>
        <w:rPr>
          <w:b/>
          <w:sz w:val="20"/>
          <w:szCs w:val="20"/>
        </w:rPr>
      </w:pPr>
      <w:r>
        <w:rPr>
          <w:sz w:val="22"/>
          <w:szCs w:val="22"/>
        </w:rPr>
        <w:br w:type="page"/>
      </w:r>
      <w:r w:rsidRPr="004E14CC">
        <w:rPr>
          <w:b/>
          <w:sz w:val="20"/>
          <w:szCs w:val="20"/>
        </w:rPr>
        <w:t xml:space="preserve">КАРТА </w:t>
      </w:r>
      <w:r w:rsidRPr="004E14CC">
        <w:rPr>
          <w:b/>
          <w:caps/>
          <w:sz w:val="20"/>
          <w:szCs w:val="20"/>
        </w:rPr>
        <w:t>освоения программы</w:t>
      </w:r>
    </w:p>
    <w:p w:rsidR="0023762D" w:rsidRDefault="0023762D" w:rsidP="000A57C4">
      <w:pPr>
        <w:rPr>
          <w:sz w:val="20"/>
          <w:szCs w:val="20"/>
        </w:rPr>
      </w:pPr>
      <w:r w:rsidRPr="004E14CC">
        <w:rPr>
          <w:sz w:val="20"/>
          <w:szCs w:val="20"/>
        </w:rPr>
        <w:t>Изучение интегративного качества «овладевший необходимыми умениями и навыками в образовательной области «Коммуникация»</w:t>
      </w:r>
      <w:r>
        <w:rPr>
          <w:sz w:val="20"/>
          <w:szCs w:val="20"/>
        </w:rPr>
        <w:t xml:space="preserve"> 2-3 года</w:t>
      </w:r>
    </w:p>
    <w:tbl>
      <w:tblPr>
        <w:tblW w:w="1633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"/>
        <w:gridCol w:w="2836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23762D" w:rsidRPr="0031372A" w:rsidTr="000C1375">
        <w:trPr>
          <w:gridAfter w:val="1"/>
          <w:wAfter w:w="36" w:type="dxa"/>
          <w:trHeight w:val="302"/>
        </w:trPr>
        <w:tc>
          <w:tcPr>
            <w:tcW w:w="283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№</w:t>
            </w:r>
          </w:p>
        </w:tc>
        <w:tc>
          <w:tcPr>
            <w:tcW w:w="2836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Компоненты интегративного качества</w:t>
            </w:r>
          </w:p>
        </w:tc>
        <w:tc>
          <w:tcPr>
            <w:tcW w:w="13183" w:type="dxa"/>
            <w:gridSpan w:val="4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Ф. И. ребенка</w:t>
            </w:r>
          </w:p>
        </w:tc>
      </w:tr>
      <w:tr w:rsidR="0023762D" w:rsidRPr="0031372A" w:rsidTr="000C1375">
        <w:trPr>
          <w:gridAfter w:val="1"/>
          <w:wAfter w:w="36" w:type="dxa"/>
          <w:trHeight w:val="979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31372A" w:rsidTr="000C1375">
        <w:trPr>
          <w:trHeight w:val="324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</w:tr>
      <w:tr w:rsidR="0023762D" w:rsidRPr="0031372A" w:rsidTr="000C1375">
        <w:trPr>
          <w:trHeight w:val="183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1</w:t>
            </w:r>
          </w:p>
        </w:tc>
        <w:tc>
          <w:tcPr>
            <w:tcW w:w="16055" w:type="dxa"/>
            <w:gridSpan w:val="44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iCs/>
                <w:spacing w:val="-1"/>
                <w:sz w:val="18"/>
                <w:szCs w:val="18"/>
              </w:rPr>
              <w:t>Развитие свободного общения со взрослыми и детьми</w:t>
            </w:r>
          </w:p>
        </w:tc>
      </w:tr>
      <w:tr w:rsidR="0023762D" w:rsidRPr="0031372A" w:rsidTr="000C1375">
        <w:trPr>
          <w:trHeight w:val="200"/>
        </w:trPr>
        <w:tc>
          <w:tcPr>
            <w:tcW w:w="283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ind w:firstLine="5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использует речь для общения со взрослыми и сверстниками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31372A" w:rsidTr="000C1375">
        <w:trPr>
          <w:trHeight w:val="449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ind w:firstLine="5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способен выражать свои ощущения в словесной форме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31372A" w:rsidTr="000C1375">
        <w:trPr>
          <w:trHeight w:val="300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2</w:t>
            </w:r>
          </w:p>
        </w:tc>
        <w:tc>
          <w:tcPr>
            <w:tcW w:w="16055" w:type="dxa"/>
            <w:gridSpan w:val="44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iCs/>
                <w:spacing w:val="-1"/>
                <w:sz w:val="18"/>
                <w:szCs w:val="18"/>
              </w:rPr>
              <w:t>Развитие всех компонентов устной речи</w:t>
            </w:r>
          </w:p>
        </w:tc>
      </w:tr>
      <w:tr w:rsidR="0023762D" w:rsidRPr="0031372A" w:rsidTr="000C1375">
        <w:trPr>
          <w:trHeight w:val="100"/>
        </w:trPr>
        <w:tc>
          <w:tcPr>
            <w:tcW w:w="283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понимает и правильно использует в речи слова, обозначающие предметы, их свойства, действия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31372A" w:rsidTr="000C1375">
        <w:trPr>
          <w:trHeight w:val="11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способен согласовывать существительные с местоимениями и глаголами, строить простые предложения из 2-4 слов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31372A" w:rsidTr="000C1375">
        <w:trPr>
          <w:trHeight w:val="118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владеет отчетливым произношением изолированных гласных и большинства согласных (кроме свистящих, шипящих и сонорных) звуков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31372A" w:rsidTr="000C1375">
        <w:trPr>
          <w:trHeight w:val="16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способен понимать небольшие рассказы без наглядного сопровождения, с помощью взрослого рассказать об игрушке (картинке)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31372A" w:rsidTr="000C1375">
        <w:trPr>
          <w:trHeight w:val="189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3</w:t>
            </w:r>
          </w:p>
        </w:tc>
        <w:tc>
          <w:tcPr>
            <w:tcW w:w="16055" w:type="dxa"/>
            <w:gridSpan w:val="44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iCs/>
                <w:sz w:val="18"/>
                <w:szCs w:val="18"/>
              </w:rPr>
              <w:t>Практическое овладение нормами речи</w:t>
            </w:r>
          </w:p>
        </w:tc>
      </w:tr>
      <w:tr w:rsidR="0023762D" w:rsidRPr="0031372A" w:rsidTr="000C1375">
        <w:trPr>
          <w:trHeight w:val="259"/>
        </w:trPr>
        <w:tc>
          <w:tcPr>
            <w:tcW w:w="283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сопровождает речью игровые и бытовые действия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31372A" w:rsidTr="000C1375">
        <w:trPr>
          <w:trHeight w:val="10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способен пользоваться высотой и силой голоса, передавать вопрос или восклицание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31372A" w:rsidTr="000C1375">
        <w:trPr>
          <w:trHeight w:val="14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способен участвовать в драматизации отрывков знакомых сказок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31372A" w:rsidTr="000C1375">
        <w:trPr>
          <w:trHeight w:val="221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i/>
                <w:iCs/>
                <w:spacing w:val="-1"/>
                <w:sz w:val="18"/>
                <w:szCs w:val="18"/>
              </w:rPr>
            </w:pPr>
            <w:r w:rsidRPr="000C1375">
              <w:rPr>
                <w:b/>
                <w:sz w:val="18"/>
                <w:szCs w:val="18"/>
              </w:rPr>
              <w:t>Всего баллов</w:t>
            </w:r>
          </w:p>
        </w:tc>
        <w:tc>
          <w:tcPr>
            <w:tcW w:w="68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31372A" w:rsidTr="000C1375">
        <w:trPr>
          <w:trHeight w:val="380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b/>
                <w:sz w:val="18"/>
                <w:szCs w:val="18"/>
              </w:rPr>
            </w:pPr>
            <w:r w:rsidRPr="000C1375">
              <w:rPr>
                <w:b/>
                <w:sz w:val="18"/>
                <w:szCs w:val="18"/>
              </w:rPr>
              <w:t xml:space="preserve">Уровень </w:t>
            </w:r>
          </w:p>
          <w:p w:rsidR="0023762D" w:rsidRPr="000C1375" w:rsidRDefault="0023762D" w:rsidP="000A57C4">
            <w:pPr>
              <w:rPr>
                <w:b/>
                <w:sz w:val="18"/>
                <w:szCs w:val="18"/>
              </w:rPr>
            </w:pPr>
          </w:p>
        </w:tc>
        <w:tc>
          <w:tcPr>
            <w:tcW w:w="68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</w:tbl>
    <w:p w:rsidR="0023762D" w:rsidRDefault="0023762D" w:rsidP="000A57C4">
      <w:pPr>
        <w:rPr>
          <w:sz w:val="20"/>
          <w:szCs w:val="20"/>
        </w:rPr>
      </w:pPr>
    </w:p>
    <w:p w:rsidR="0023762D" w:rsidRPr="004E14CC" w:rsidRDefault="0023762D" w:rsidP="000A57C4">
      <w:pPr>
        <w:rPr>
          <w:sz w:val="20"/>
          <w:szCs w:val="20"/>
        </w:rPr>
      </w:pPr>
    </w:p>
    <w:p w:rsidR="0023762D" w:rsidRPr="0060756E" w:rsidRDefault="0023762D" w:rsidP="000A57C4">
      <w:pPr>
        <w:rPr>
          <w:b/>
        </w:rPr>
      </w:pP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Оценивание по балльной системе: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Максим балл – 27  баллов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 xml:space="preserve">Высокий результат -3 балла;                                                  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>Минимум балл – 9 баллов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Средний результат – 2 балла;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Низкий результат – 1 балл.                                           Высокий показатель – 19 – 27  (от 75% до 100%)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Средний показатель – 10 – 18  (от 35% до 75%)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Низкий показатель      – 0 – 9    (от 0%  до 35%)</w:t>
      </w:r>
    </w:p>
    <w:p w:rsidR="0023762D" w:rsidRPr="0031372A" w:rsidRDefault="0023762D" w:rsidP="000A57C4">
      <w:pPr>
        <w:jc w:val="center"/>
        <w:rPr>
          <w:b/>
          <w:sz w:val="22"/>
          <w:szCs w:val="22"/>
        </w:rPr>
      </w:pPr>
      <w:r>
        <w:br w:type="page"/>
      </w:r>
      <w:r w:rsidRPr="0031372A">
        <w:rPr>
          <w:b/>
          <w:sz w:val="22"/>
          <w:szCs w:val="22"/>
        </w:rPr>
        <w:t xml:space="preserve">КАРТА </w:t>
      </w:r>
      <w:r w:rsidRPr="0031372A">
        <w:rPr>
          <w:b/>
          <w:caps/>
          <w:sz w:val="22"/>
          <w:szCs w:val="22"/>
        </w:rPr>
        <w:t>освоения программы</w:t>
      </w:r>
    </w:p>
    <w:p w:rsidR="0023762D" w:rsidRDefault="0023762D" w:rsidP="000A57C4">
      <w:pPr>
        <w:rPr>
          <w:sz w:val="22"/>
          <w:szCs w:val="22"/>
        </w:rPr>
      </w:pPr>
      <w:r w:rsidRPr="0031372A">
        <w:rPr>
          <w:sz w:val="22"/>
          <w:szCs w:val="22"/>
        </w:rPr>
        <w:t>Изучение интегративного качества «овладевший необходимыми умениями и навыками в образовательной области «Чтение художественной литературы»</w:t>
      </w:r>
      <w:r>
        <w:rPr>
          <w:sz w:val="22"/>
          <w:szCs w:val="22"/>
        </w:rPr>
        <w:t xml:space="preserve"> 2-3г.</w:t>
      </w:r>
    </w:p>
    <w:tbl>
      <w:tblPr>
        <w:tblW w:w="1633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"/>
        <w:gridCol w:w="2836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23762D" w:rsidRPr="0031372A" w:rsidTr="000C1375">
        <w:trPr>
          <w:gridAfter w:val="1"/>
          <w:wAfter w:w="36" w:type="dxa"/>
          <w:trHeight w:val="302"/>
        </w:trPr>
        <w:tc>
          <w:tcPr>
            <w:tcW w:w="283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№</w:t>
            </w:r>
          </w:p>
        </w:tc>
        <w:tc>
          <w:tcPr>
            <w:tcW w:w="2836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Компоненты интегративного качества</w:t>
            </w:r>
          </w:p>
        </w:tc>
        <w:tc>
          <w:tcPr>
            <w:tcW w:w="13183" w:type="dxa"/>
            <w:gridSpan w:val="4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Ф. И. ребенка</w:t>
            </w:r>
          </w:p>
        </w:tc>
      </w:tr>
      <w:tr w:rsidR="0023762D" w:rsidRPr="0031372A" w:rsidTr="000C1375">
        <w:trPr>
          <w:gridAfter w:val="1"/>
          <w:wAfter w:w="36" w:type="dxa"/>
          <w:trHeight w:val="979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31372A" w:rsidTr="000C1375">
        <w:trPr>
          <w:trHeight w:val="324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</w:tr>
      <w:tr w:rsidR="0023762D" w:rsidRPr="0031372A" w:rsidTr="000C1375">
        <w:trPr>
          <w:trHeight w:val="415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1</w:t>
            </w: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55" w:type="dxa"/>
            <w:gridSpan w:val="44"/>
          </w:tcPr>
          <w:p w:rsidR="0023762D" w:rsidRPr="000C1375" w:rsidRDefault="0023762D" w:rsidP="000A57C4">
            <w:pPr>
              <w:jc w:val="center"/>
              <w:rPr>
                <w:rFonts w:cs="Arial"/>
                <w:sz w:val="20"/>
                <w:szCs w:val="20"/>
              </w:rPr>
            </w:pPr>
            <w:r w:rsidRPr="000C1375">
              <w:rPr>
                <w:rFonts w:cs="Arial"/>
                <w:sz w:val="20"/>
                <w:szCs w:val="20"/>
              </w:rPr>
              <w:t>Формирование целостной картины мира,  в том числе первичных ценностных представлений</w:t>
            </w:r>
          </w:p>
        </w:tc>
      </w:tr>
      <w:tr w:rsidR="0023762D" w:rsidRPr="0031372A" w:rsidTr="000C1375">
        <w:trPr>
          <w:trHeight w:val="200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ind w:firstLine="5"/>
              <w:rPr>
                <w:sz w:val="18"/>
                <w:szCs w:val="18"/>
              </w:rPr>
            </w:pPr>
            <w:r w:rsidRPr="000C1375">
              <w:rPr>
                <w:sz w:val="20"/>
                <w:szCs w:val="20"/>
              </w:rPr>
              <w:t>в понимании содержания литературного произведения опирается на личный опыт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31372A" w:rsidTr="000C1375">
        <w:trPr>
          <w:trHeight w:val="300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2</w:t>
            </w:r>
          </w:p>
        </w:tc>
        <w:tc>
          <w:tcPr>
            <w:tcW w:w="16055" w:type="dxa"/>
            <w:gridSpan w:val="44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iCs/>
                <w:sz w:val="20"/>
                <w:szCs w:val="20"/>
              </w:rPr>
              <w:t>Развитие литературной речи</w:t>
            </w:r>
          </w:p>
        </w:tc>
      </w:tr>
      <w:tr w:rsidR="0023762D" w:rsidRPr="0031372A" w:rsidTr="000C1375">
        <w:trPr>
          <w:trHeight w:val="100"/>
        </w:trPr>
        <w:tc>
          <w:tcPr>
            <w:tcW w:w="283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ind w:right="53"/>
              <w:rPr>
                <w:spacing w:val="-1"/>
                <w:sz w:val="20"/>
                <w:szCs w:val="20"/>
              </w:rPr>
            </w:pPr>
            <w:r w:rsidRPr="000C1375">
              <w:rPr>
                <w:spacing w:val="-1"/>
                <w:sz w:val="20"/>
                <w:szCs w:val="20"/>
              </w:rPr>
              <w:t>активно реагирует на содержание знакомых произведений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31372A" w:rsidTr="000C1375">
        <w:trPr>
          <w:trHeight w:val="11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ind w:right="53"/>
              <w:rPr>
                <w:spacing w:val="-1"/>
                <w:sz w:val="20"/>
                <w:szCs w:val="20"/>
              </w:rPr>
            </w:pPr>
            <w:r w:rsidRPr="000C1375">
              <w:rPr>
                <w:spacing w:val="-1"/>
                <w:sz w:val="20"/>
                <w:szCs w:val="20"/>
              </w:rPr>
              <w:t>повторяет за педагогом слова и строки знакомых стихов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31372A" w:rsidTr="000C1375">
        <w:trPr>
          <w:trHeight w:val="118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ind w:right="53"/>
              <w:rPr>
                <w:sz w:val="20"/>
                <w:szCs w:val="20"/>
              </w:rPr>
            </w:pPr>
            <w:r w:rsidRPr="000C1375">
              <w:rPr>
                <w:spacing w:val="-1"/>
                <w:sz w:val="20"/>
                <w:szCs w:val="20"/>
              </w:rPr>
              <w:t>способен отвечать на элементарные вопросы по содер</w:t>
            </w:r>
            <w:r w:rsidRPr="000C1375">
              <w:rPr>
                <w:sz w:val="20"/>
                <w:szCs w:val="20"/>
              </w:rPr>
              <w:t>жанию иллюстраций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31372A" w:rsidTr="000C1375">
        <w:trPr>
          <w:trHeight w:val="332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3</w:t>
            </w:r>
          </w:p>
        </w:tc>
        <w:tc>
          <w:tcPr>
            <w:tcW w:w="16055" w:type="dxa"/>
            <w:gridSpan w:val="44"/>
          </w:tcPr>
          <w:p w:rsidR="0023762D" w:rsidRPr="000C1375" w:rsidRDefault="0023762D" w:rsidP="000A57C4">
            <w:pPr>
              <w:jc w:val="center"/>
              <w:rPr>
                <w:iCs/>
                <w:spacing w:val="-1"/>
                <w:sz w:val="20"/>
                <w:szCs w:val="20"/>
              </w:rPr>
            </w:pPr>
            <w:r w:rsidRPr="000C1375">
              <w:rPr>
                <w:iCs/>
                <w:spacing w:val="-1"/>
                <w:sz w:val="20"/>
                <w:szCs w:val="20"/>
              </w:rPr>
              <w:t>Приобщение к словесному искусству,  в том числе развитие ху</w:t>
            </w:r>
            <w:r w:rsidRPr="000C1375">
              <w:rPr>
                <w:iCs/>
                <w:sz w:val="20"/>
                <w:szCs w:val="20"/>
              </w:rPr>
              <w:t>дожественного восприятия и эстетического вкуса</w:t>
            </w:r>
          </w:p>
        </w:tc>
      </w:tr>
      <w:tr w:rsidR="0023762D" w:rsidRPr="0031372A" w:rsidTr="000C1375">
        <w:trPr>
          <w:trHeight w:val="259"/>
        </w:trPr>
        <w:tc>
          <w:tcPr>
            <w:tcW w:w="283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ind w:right="53"/>
              <w:rPr>
                <w:sz w:val="20"/>
                <w:szCs w:val="20"/>
              </w:rPr>
            </w:pPr>
            <w:r w:rsidRPr="000C1375">
              <w:rPr>
                <w:spacing w:val="-1"/>
                <w:sz w:val="20"/>
                <w:szCs w:val="20"/>
              </w:rPr>
              <w:t xml:space="preserve">проявляет интерес к рассматриванию иллюстраций в книгах для </w:t>
            </w:r>
            <w:r w:rsidRPr="000C1375">
              <w:rPr>
                <w:sz w:val="20"/>
                <w:szCs w:val="20"/>
              </w:rPr>
              <w:t>малышей, сопереживает знакомым персонажам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31372A" w:rsidTr="000C1375">
        <w:trPr>
          <w:trHeight w:val="10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появляются любимые сказки, стихи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31372A" w:rsidTr="000C1375">
        <w:trPr>
          <w:trHeight w:val="180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i/>
                <w:iCs/>
                <w:spacing w:val="-1"/>
                <w:sz w:val="18"/>
                <w:szCs w:val="18"/>
              </w:rPr>
            </w:pPr>
            <w:r w:rsidRPr="000C1375">
              <w:rPr>
                <w:b/>
                <w:sz w:val="18"/>
                <w:szCs w:val="18"/>
              </w:rPr>
              <w:t>Всего баллов</w:t>
            </w:r>
          </w:p>
        </w:tc>
        <w:tc>
          <w:tcPr>
            <w:tcW w:w="68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31372A" w:rsidTr="000C1375">
        <w:trPr>
          <w:trHeight w:val="214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b/>
                <w:sz w:val="18"/>
                <w:szCs w:val="18"/>
              </w:rPr>
            </w:pPr>
          </w:p>
          <w:p w:rsidR="0023762D" w:rsidRPr="000C1375" w:rsidRDefault="0023762D" w:rsidP="000A57C4">
            <w:pPr>
              <w:rPr>
                <w:b/>
                <w:sz w:val="18"/>
                <w:szCs w:val="18"/>
              </w:rPr>
            </w:pPr>
            <w:r w:rsidRPr="000C1375">
              <w:rPr>
                <w:b/>
                <w:sz w:val="18"/>
                <w:szCs w:val="18"/>
              </w:rPr>
              <w:t xml:space="preserve">Уровень </w:t>
            </w:r>
          </w:p>
        </w:tc>
        <w:tc>
          <w:tcPr>
            <w:tcW w:w="68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</w:tbl>
    <w:p w:rsidR="0023762D" w:rsidRDefault="0023762D" w:rsidP="000A57C4">
      <w:pPr>
        <w:rPr>
          <w:b/>
          <w:sz w:val="20"/>
          <w:szCs w:val="20"/>
        </w:rPr>
      </w:pP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Оценивание по балльной системе: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Максим балл – 15 баллов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 xml:space="preserve">Высокий результат -3 балла;                                                  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>Минимум балл – 5 баллов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Средний результат – 2 балла;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Низкий результат – 1 балл.                                           Высокий показатель – 11 – 15 (от 75% до 100%)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Средний показатель – 5 – 10 (от 35% до 75%)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Низкий показатель – 0 – 4 (от 0%  до 35%)</w:t>
      </w:r>
    </w:p>
    <w:p w:rsidR="0023762D" w:rsidRPr="0031372A" w:rsidRDefault="0023762D" w:rsidP="000A57C4">
      <w:pPr>
        <w:jc w:val="center"/>
        <w:rPr>
          <w:b/>
          <w:sz w:val="22"/>
          <w:szCs w:val="22"/>
        </w:rPr>
      </w:pPr>
      <w:r w:rsidRPr="0060756E">
        <w:br w:type="page"/>
      </w:r>
      <w:r w:rsidRPr="0031372A">
        <w:rPr>
          <w:b/>
          <w:sz w:val="22"/>
          <w:szCs w:val="22"/>
        </w:rPr>
        <w:t xml:space="preserve">КАРТА </w:t>
      </w:r>
      <w:r w:rsidRPr="0031372A">
        <w:rPr>
          <w:b/>
          <w:caps/>
          <w:sz w:val="22"/>
          <w:szCs w:val="22"/>
        </w:rPr>
        <w:t>освоения программы</w:t>
      </w:r>
    </w:p>
    <w:p w:rsidR="0023762D" w:rsidRDefault="0023762D" w:rsidP="000A57C4">
      <w:pPr>
        <w:rPr>
          <w:bCs/>
          <w:sz w:val="22"/>
          <w:szCs w:val="22"/>
        </w:rPr>
      </w:pPr>
      <w:r w:rsidRPr="0031372A">
        <w:rPr>
          <w:sz w:val="22"/>
          <w:szCs w:val="22"/>
        </w:rPr>
        <w:t>Изучение интегративного качества</w:t>
      </w:r>
      <w:r w:rsidRPr="0031372A">
        <w:rPr>
          <w:color w:val="000000"/>
          <w:sz w:val="22"/>
          <w:szCs w:val="22"/>
        </w:rPr>
        <w:t xml:space="preserve"> «овладевший необходимыми умениями и навыками в </w:t>
      </w:r>
      <w:r w:rsidRPr="0031372A">
        <w:rPr>
          <w:color w:val="000000"/>
          <w:sz w:val="22"/>
          <w:szCs w:val="22"/>
          <w:shd w:val="clear" w:color="auto" w:fill="F5F5F5"/>
        </w:rPr>
        <w:t>образовательной области «</w:t>
      </w:r>
      <w:r w:rsidRPr="0031372A">
        <w:rPr>
          <w:bCs/>
          <w:sz w:val="22"/>
          <w:szCs w:val="22"/>
        </w:rPr>
        <w:t>Художественное творчество»</w:t>
      </w:r>
      <w:r>
        <w:rPr>
          <w:bCs/>
          <w:sz w:val="22"/>
          <w:szCs w:val="22"/>
        </w:rPr>
        <w:t xml:space="preserve"> 2-3 года</w:t>
      </w:r>
    </w:p>
    <w:tbl>
      <w:tblPr>
        <w:tblW w:w="1633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"/>
        <w:gridCol w:w="2836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23762D" w:rsidRPr="0031372A" w:rsidTr="000C1375">
        <w:trPr>
          <w:gridAfter w:val="1"/>
          <w:wAfter w:w="36" w:type="dxa"/>
          <w:trHeight w:val="302"/>
        </w:trPr>
        <w:tc>
          <w:tcPr>
            <w:tcW w:w="283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№</w:t>
            </w:r>
          </w:p>
        </w:tc>
        <w:tc>
          <w:tcPr>
            <w:tcW w:w="2836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Компоненты интегративного качества</w:t>
            </w:r>
          </w:p>
        </w:tc>
        <w:tc>
          <w:tcPr>
            <w:tcW w:w="13183" w:type="dxa"/>
            <w:gridSpan w:val="4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Ф. И. ребенка</w:t>
            </w:r>
          </w:p>
        </w:tc>
      </w:tr>
      <w:tr w:rsidR="0023762D" w:rsidRPr="0031372A" w:rsidTr="000C1375">
        <w:trPr>
          <w:gridAfter w:val="1"/>
          <w:wAfter w:w="36" w:type="dxa"/>
          <w:trHeight w:val="979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rPr>
                <w:sz w:val="18"/>
                <w:szCs w:val="18"/>
              </w:rPr>
            </w:pPr>
          </w:p>
        </w:tc>
        <w:tc>
          <w:tcPr>
            <w:tcW w:w="59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31372A" w:rsidTr="000C1375">
        <w:trPr>
          <w:trHeight w:val="324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н</w:t>
            </w: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к</w:t>
            </w:r>
          </w:p>
        </w:tc>
      </w:tr>
      <w:tr w:rsidR="0023762D" w:rsidRPr="0031372A" w:rsidTr="000C1375">
        <w:trPr>
          <w:trHeight w:val="99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1</w:t>
            </w:r>
          </w:p>
        </w:tc>
        <w:tc>
          <w:tcPr>
            <w:tcW w:w="16055" w:type="dxa"/>
            <w:gridSpan w:val="44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Развитие продуктивной деятельности детей  (рисование, лепка,)</w:t>
            </w:r>
          </w:p>
        </w:tc>
      </w:tr>
      <w:tr w:rsidR="0023762D" w:rsidRPr="0031372A" w:rsidTr="000C1375">
        <w:trPr>
          <w:trHeight w:val="134"/>
        </w:trPr>
        <w:tc>
          <w:tcPr>
            <w:tcW w:w="283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b/>
                <w:bCs/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знает, что карандашами, фломастерами, красками и кистью можно рисовать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31372A" w:rsidTr="000C1375">
        <w:trPr>
          <w:trHeight w:val="12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различает красный, синий, зеленый, желтый, белый, черный цвета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31372A" w:rsidTr="000C1375">
        <w:trPr>
          <w:trHeight w:val="194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умеет ритмично наносить мазки, штрихи, линии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31372A" w:rsidTr="000C1375">
        <w:trPr>
          <w:trHeight w:val="20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умеет отламывать от большого комка глины маленькие, умеет раскатывать комок глины прямыми и круговыми движениями кистей рук, сплющивать шар, столбик; соединять концы столбика в кольцо, плотно прижимая их друг к другу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31372A" w:rsidTr="000C1375">
        <w:trPr>
          <w:trHeight w:val="221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наклеивает готовые формы для создания аппликативного образа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31372A" w:rsidTr="000C1375">
        <w:trPr>
          <w:trHeight w:val="12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лепит несложные предметы; аккуратно пользуется глиной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31372A" w:rsidTr="000C1375">
        <w:trPr>
          <w:trHeight w:val="134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2</w:t>
            </w:r>
          </w:p>
        </w:tc>
        <w:tc>
          <w:tcPr>
            <w:tcW w:w="16055" w:type="dxa"/>
            <w:gridSpan w:val="44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20"/>
                <w:szCs w:val="20"/>
                <w:lang w:bidi="he-IL"/>
              </w:rPr>
              <w:t>Развитие детского творчества</w:t>
            </w:r>
          </w:p>
        </w:tc>
      </w:tr>
      <w:tr w:rsidR="0023762D" w:rsidRPr="0031372A" w:rsidTr="000C1375">
        <w:trPr>
          <w:trHeight w:val="100"/>
        </w:trPr>
        <w:tc>
          <w:tcPr>
            <w:tcW w:w="283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bCs/>
                <w:sz w:val="20"/>
                <w:szCs w:val="20"/>
              </w:rPr>
            </w:pPr>
            <w:r w:rsidRPr="000C1375">
              <w:rPr>
                <w:bCs/>
                <w:sz w:val="20"/>
                <w:szCs w:val="20"/>
              </w:rPr>
              <w:t>называет предметы, получившиеся в лепке, в рисунке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</w:tcBorders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31372A" w:rsidTr="000C1375">
        <w:trPr>
          <w:trHeight w:val="11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дополнять рисунок, лепку в сотворчестве со взрослым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31372A" w:rsidTr="000C1375">
        <w:trPr>
          <w:trHeight w:val="118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 xml:space="preserve">проявляет интерес к экспериментированию с изобразительными материалами (красками, </w:t>
            </w:r>
          </w:p>
          <w:p w:rsidR="0023762D" w:rsidRPr="000C1375" w:rsidRDefault="0023762D" w:rsidP="000A57C4">
            <w:pPr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карандашами, фломастерами и др.)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31372A" w:rsidTr="000C1375">
        <w:trPr>
          <w:trHeight w:val="115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18"/>
                <w:szCs w:val="18"/>
              </w:rPr>
              <w:t>3</w:t>
            </w:r>
          </w:p>
        </w:tc>
        <w:tc>
          <w:tcPr>
            <w:tcW w:w="16055" w:type="dxa"/>
            <w:gridSpan w:val="44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  <w:r w:rsidRPr="000C1375">
              <w:rPr>
                <w:sz w:val="20"/>
                <w:szCs w:val="20"/>
                <w:lang w:bidi="he-IL"/>
              </w:rPr>
              <w:t>Приобщение к изобразительному искусству</w:t>
            </w:r>
          </w:p>
        </w:tc>
      </w:tr>
      <w:tr w:rsidR="0023762D" w:rsidRPr="0031372A" w:rsidTr="000C1375">
        <w:trPr>
          <w:trHeight w:val="259"/>
        </w:trPr>
        <w:tc>
          <w:tcPr>
            <w:tcW w:w="283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sz w:val="20"/>
                <w:szCs w:val="20"/>
                <w:lang w:bidi="he-IL"/>
              </w:rPr>
            </w:pPr>
            <w:r w:rsidRPr="000C1375">
              <w:rPr>
                <w:sz w:val="20"/>
                <w:szCs w:val="20"/>
                <w:lang w:bidi="he-IL"/>
              </w:rPr>
              <w:t>узнает и рассматривает народные игрушки (семеновская матрешка, городецкая лошадка, дымковский петушок), эмоционально откликается на них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31372A" w:rsidTr="000C1375">
        <w:trPr>
          <w:trHeight w:val="10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sz w:val="20"/>
                <w:szCs w:val="20"/>
                <w:lang w:bidi="he-IL"/>
              </w:rPr>
            </w:pPr>
            <w:r w:rsidRPr="000C1375">
              <w:rPr>
                <w:sz w:val="20"/>
                <w:szCs w:val="20"/>
                <w:lang w:bidi="he-IL"/>
              </w:rPr>
              <w:t xml:space="preserve">проявляет интерес к рассматриванию произведений книжной графики 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31372A" w:rsidTr="000C1375">
        <w:trPr>
          <w:trHeight w:val="301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i/>
                <w:iCs/>
                <w:spacing w:val="-1"/>
                <w:sz w:val="18"/>
                <w:szCs w:val="18"/>
              </w:rPr>
            </w:pPr>
            <w:r w:rsidRPr="000C1375">
              <w:rPr>
                <w:b/>
                <w:sz w:val="18"/>
                <w:szCs w:val="18"/>
              </w:rPr>
              <w:t>Всего баллов</w:t>
            </w:r>
          </w:p>
        </w:tc>
        <w:tc>
          <w:tcPr>
            <w:tcW w:w="68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  <w:tr w:rsidR="0023762D" w:rsidRPr="0031372A" w:rsidTr="000C1375">
        <w:trPr>
          <w:trHeight w:val="300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b/>
                <w:sz w:val="18"/>
                <w:szCs w:val="18"/>
              </w:rPr>
            </w:pPr>
            <w:r w:rsidRPr="000C1375">
              <w:rPr>
                <w:b/>
                <w:sz w:val="18"/>
                <w:szCs w:val="18"/>
              </w:rPr>
              <w:t xml:space="preserve">Уровень </w:t>
            </w:r>
          </w:p>
        </w:tc>
        <w:tc>
          <w:tcPr>
            <w:tcW w:w="68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18"/>
                <w:szCs w:val="18"/>
              </w:rPr>
            </w:pPr>
          </w:p>
        </w:tc>
      </w:tr>
    </w:tbl>
    <w:p w:rsidR="0023762D" w:rsidRDefault="0023762D" w:rsidP="000A57C4">
      <w:pPr>
        <w:rPr>
          <w:bCs/>
          <w:sz w:val="22"/>
          <w:szCs w:val="22"/>
        </w:rPr>
      </w:pP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Оценивание по балльной системе: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Максим балл – 33    баллов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 xml:space="preserve">Высокий результат -3 балла;                                                  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>Минимум балл – 11 баллов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Средний результат – 2 балла;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Низкий результат – 1 балл.                                           Высокий показатель – 25 – 33 (от 75% до 100%)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Средний показатель – 12 – 24   (от 35% до 75%)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Низкий показатель     – 0 – 11  (от 0%  до 35%)</w:t>
      </w:r>
    </w:p>
    <w:p w:rsidR="0023762D" w:rsidRPr="0031372A" w:rsidRDefault="0023762D" w:rsidP="000A57C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  <w:t>КА</w:t>
      </w:r>
      <w:r w:rsidRPr="0031372A">
        <w:rPr>
          <w:b/>
          <w:sz w:val="22"/>
          <w:szCs w:val="22"/>
        </w:rPr>
        <w:t xml:space="preserve">РТА </w:t>
      </w:r>
      <w:r w:rsidRPr="0031372A">
        <w:rPr>
          <w:b/>
          <w:caps/>
          <w:sz w:val="22"/>
          <w:szCs w:val="22"/>
        </w:rPr>
        <w:t>освоения программы</w:t>
      </w:r>
    </w:p>
    <w:p w:rsidR="0023762D" w:rsidRDefault="0023762D" w:rsidP="000A57C4">
      <w:pPr>
        <w:rPr>
          <w:sz w:val="22"/>
          <w:szCs w:val="22"/>
        </w:rPr>
      </w:pPr>
      <w:r w:rsidRPr="0031372A">
        <w:rPr>
          <w:sz w:val="22"/>
          <w:szCs w:val="22"/>
        </w:rPr>
        <w:t>Изучение интегративного качества «овладевший необходимыми умениями и навыками в образовательной области «Музыка»</w:t>
      </w:r>
      <w:r>
        <w:rPr>
          <w:sz w:val="22"/>
          <w:szCs w:val="22"/>
        </w:rPr>
        <w:t xml:space="preserve"> 2-3 года</w:t>
      </w:r>
    </w:p>
    <w:tbl>
      <w:tblPr>
        <w:tblW w:w="1633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"/>
        <w:gridCol w:w="2836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23762D" w:rsidRPr="00E22DED" w:rsidTr="000C1375">
        <w:trPr>
          <w:gridAfter w:val="1"/>
          <w:wAfter w:w="36" w:type="dxa"/>
          <w:trHeight w:val="302"/>
        </w:trPr>
        <w:tc>
          <w:tcPr>
            <w:tcW w:w="283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№</w:t>
            </w:r>
          </w:p>
        </w:tc>
        <w:tc>
          <w:tcPr>
            <w:tcW w:w="2836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3183" w:type="dxa"/>
            <w:gridSpan w:val="4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Ф. И. ребенка</w:t>
            </w:r>
          </w:p>
        </w:tc>
      </w:tr>
      <w:tr w:rsidR="0023762D" w:rsidRPr="00E22DED" w:rsidTr="000C1375">
        <w:trPr>
          <w:gridAfter w:val="1"/>
          <w:wAfter w:w="36" w:type="dxa"/>
          <w:trHeight w:val="979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C1375">
        <w:trPr>
          <w:trHeight w:val="324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</w:t>
            </w: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к</w:t>
            </w:r>
          </w:p>
        </w:tc>
      </w:tr>
      <w:tr w:rsidR="0023762D" w:rsidRPr="00E22DED" w:rsidTr="000C1375">
        <w:trPr>
          <w:trHeight w:val="261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1</w:t>
            </w:r>
          </w:p>
        </w:tc>
        <w:tc>
          <w:tcPr>
            <w:tcW w:w="16055" w:type="dxa"/>
            <w:gridSpan w:val="44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iCs/>
                <w:spacing w:val="-1"/>
                <w:sz w:val="20"/>
                <w:szCs w:val="20"/>
              </w:rPr>
              <w:t>Развитие музыкально-художественной деятельности</w:t>
            </w:r>
          </w:p>
        </w:tc>
      </w:tr>
      <w:tr w:rsidR="0023762D" w:rsidRPr="00E22DED" w:rsidTr="000C1375">
        <w:trPr>
          <w:trHeight w:val="200"/>
        </w:trPr>
        <w:tc>
          <w:tcPr>
            <w:tcW w:w="283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ind w:right="86" w:firstLine="5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 xml:space="preserve">узнаёт знакомые мелодии; различает звуки по высоте (высокий - низкий) 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C1375">
        <w:trPr>
          <w:trHeight w:val="449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shd w:val="clear" w:color="auto" w:fill="FFFFFF"/>
              <w:ind w:right="221" w:firstLine="5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вместе с воспитателем подпевает в песне музыкальные фразы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C1375">
        <w:trPr>
          <w:trHeight w:val="20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двигается в соответствии с характером музыки, начинает движение с первыми звуками музыки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C1375">
        <w:trPr>
          <w:trHeight w:val="30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умеет выполнять движения: притопывать ногой, хлопать в ладоши, поворачивать кисти рук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C1375">
        <w:trPr>
          <w:trHeight w:val="143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2</w:t>
            </w:r>
          </w:p>
        </w:tc>
        <w:tc>
          <w:tcPr>
            <w:tcW w:w="16055" w:type="dxa"/>
            <w:gridSpan w:val="44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Приобщение к музыкальному искусству</w:t>
            </w:r>
          </w:p>
        </w:tc>
      </w:tr>
      <w:tr w:rsidR="0023762D" w:rsidRPr="00E22DED" w:rsidTr="000C1375">
        <w:trPr>
          <w:trHeight w:val="298"/>
        </w:trPr>
        <w:tc>
          <w:tcPr>
            <w:tcW w:w="283" w:type="dxa"/>
            <w:vMerge w:val="restart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sz w:val="20"/>
                <w:szCs w:val="20"/>
              </w:rPr>
            </w:pPr>
            <w:r w:rsidRPr="000C1375">
              <w:rPr>
                <w:spacing w:val="-1"/>
                <w:sz w:val="20"/>
                <w:szCs w:val="20"/>
              </w:rPr>
              <w:t xml:space="preserve">с удовольствием слушает простые, яркие по музыкальным образам программные инструментальные произведения, песни в </w:t>
            </w:r>
            <w:r w:rsidRPr="000C1375">
              <w:rPr>
                <w:sz w:val="20"/>
                <w:szCs w:val="20"/>
              </w:rPr>
              <w:t>исполнении взрослого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C1375">
        <w:trPr>
          <w:trHeight w:val="22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spacing w:val="-1"/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слушает рассказы, иллюстрируемые музыкой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C1375">
        <w:trPr>
          <w:trHeight w:val="220"/>
        </w:trPr>
        <w:tc>
          <w:tcPr>
            <w:tcW w:w="283" w:type="dxa"/>
            <w:vMerge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spacing w:val="-1"/>
                <w:sz w:val="20"/>
                <w:szCs w:val="20"/>
              </w:rPr>
            </w:pPr>
            <w:r w:rsidRPr="000C1375">
              <w:rPr>
                <w:sz w:val="20"/>
                <w:szCs w:val="20"/>
              </w:rPr>
              <w:t>называет музыкальные инструменты: погремушка, бубен</w:t>
            </w:r>
          </w:p>
        </w:tc>
        <w:tc>
          <w:tcPr>
            <w:tcW w:w="32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C1375">
        <w:trPr>
          <w:trHeight w:val="290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i/>
                <w:iCs/>
                <w:spacing w:val="-1"/>
                <w:sz w:val="20"/>
                <w:szCs w:val="20"/>
              </w:rPr>
            </w:pPr>
            <w:r w:rsidRPr="000C1375">
              <w:rPr>
                <w:b/>
                <w:sz w:val="20"/>
                <w:szCs w:val="20"/>
              </w:rPr>
              <w:t>Всего баллов</w:t>
            </w:r>
          </w:p>
        </w:tc>
        <w:tc>
          <w:tcPr>
            <w:tcW w:w="68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  <w:tr w:rsidR="0023762D" w:rsidRPr="00E22DED" w:rsidTr="000C1375">
        <w:trPr>
          <w:trHeight w:val="221"/>
        </w:trPr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23762D" w:rsidRPr="000C1375" w:rsidRDefault="0023762D" w:rsidP="000A57C4">
            <w:pPr>
              <w:rPr>
                <w:b/>
                <w:sz w:val="20"/>
                <w:szCs w:val="20"/>
              </w:rPr>
            </w:pPr>
            <w:r w:rsidRPr="000C1375">
              <w:rPr>
                <w:b/>
                <w:sz w:val="20"/>
                <w:szCs w:val="20"/>
              </w:rPr>
              <w:t xml:space="preserve">Уровень </w:t>
            </w:r>
          </w:p>
        </w:tc>
        <w:tc>
          <w:tcPr>
            <w:tcW w:w="683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23762D" w:rsidRPr="000C1375" w:rsidRDefault="0023762D" w:rsidP="000A57C4">
            <w:pPr>
              <w:jc w:val="center"/>
              <w:rPr>
                <w:sz w:val="20"/>
                <w:szCs w:val="20"/>
              </w:rPr>
            </w:pPr>
          </w:p>
        </w:tc>
      </w:tr>
    </w:tbl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Оценивание по балльной системе: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Максим балл – 21 баллов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 xml:space="preserve">Высокий результат -3 балла;                                                  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>Минимум балл – 7 баллов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Средний результат – 2 балла;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>Низкий результат – 1 балл.                                           Высокий показатель – 16 – 21 (от 75% до 100%)</w:t>
      </w:r>
    </w:p>
    <w:p w:rsidR="0023762D" w:rsidRDefault="0023762D" w:rsidP="000A57C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Средний показатель – 8 – 15    (от 35% до 75%)</w:t>
      </w:r>
    </w:p>
    <w:p w:rsidR="0023762D" w:rsidRDefault="0023762D" w:rsidP="000A57C4">
      <w:r>
        <w:rPr>
          <w:sz w:val="20"/>
          <w:szCs w:val="20"/>
        </w:rPr>
        <w:t xml:space="preserve">                                                                                         Низкий показатель – 0 – 7        (от 0%  до 35%)</w:t>
      </w:r>
    </w:p>
    <w:sectPr w:rsidR="0023762D" w:rsidSect="000A57C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304B7"/>
    <w:multiLevelType w:val="hybridMultilevel"/>
    <w:tmpl w:val="2F90ED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B6050A">
      <w:start w:val="1"/>
      <w:numFmt w:val="decimal"/>
      <w:lvlText w:val="%2."/>
      <w:lvlJc w:val="left"/>
      <w:pPr>
        <w:tabs>
          <w:tab w:val="num" w:pos="1080"/>
        </w:tabs>
        <w:ind w:left="1800" w:hanging="72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D5C7B40"/>
    <w:multiLevelType w:val="hybridMultilevel"/>
    <w:tmpl w:val="206887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482E"/>
    <w:rsid w:val="000A57C4"/>
    <w:rsid w:val="000C1375"/>
    <w:rsid w:val="00103315"/>
    <w:rsid w:val="00167748"/>
    <w:rsid w:val="0023762D"/>
    <w:rsid w:val="0031372A"/>
    <w:rsid w:val="0035125A"/>
    <w:rsid w:val="00490B5F"/>
    <w:rsid w:val="004961AF"/>
    <w:rsid w:val="004E14CC"/>
    <w:rsid w:val="00573705"/>
    <w:rsid w:val="005E2BDB"/>
    <w:rsid w:val="0060756E"/>
    <w:rsid w:val="00631036"/>
    <w:rsid w:val="0080192A"/>
    <w:rsid w:val="008B05FA"/>
    <w:rsid w:val="0098480D"/>
    <w:rsid w:val="00AA0CEB"/>
    <w:rsid w:val="00B90C53"/>
    <w:rsid w:val="00C1482E"/>
    <w:rsid w:val="00C93C23"/>
    <w:rsid w:val="00D603B7"/>
    <w:rsid w:val="00E22DED"/>
    <w:rsid w:val="00EC4A83"/>
    <w:rsid w:val="00F37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82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1482E"/>
    <w:pPr>
      <w:keepNext/>
      <w:jc w:val="both"/>
      <w:outlineLvl w:val="0"/>
    </w:pPr>
    <w:rPr>
      <w:i/>
      <w:i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1482E"/>
    <w:pPr>
      <w:keepNext/>
      <w:outlineLvl w:val="1"/>
    </w:pPr>
    <w:rPr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1482E"/>
    <w:pPr>
      <w:keepNext/>
      <w:jc w:val="center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1482E"/>
    <w:rPr>
      <w:rFonts w:ascii="Times New Roman" w:hAnsi="Times New Roman" w:cs="Times New Roman"/>
      <w:i/>
      <w:iCs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1482E"/>
    <w:rPr>
      <w:rFonts w:ascii="Times New Roman" w:hAnsi="Times New Roman" w:cs="Times New Roman"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1482E"/>
    <w:rPr>
      <w:rFonts w:ascii="Times New Roman" w:hAnsi="Times New Roman" w:cs="Times New Roman"/>
      <w:sz w:val="28"/>
      <w:szCs w:val="28"/>
      <w:lang w:eastAsia="ru-RU"/>
    </w:rPr>
  </w:style>
  <w:style w:type="table" w:styleId="TableGrid">
    <w:name w:val="Table Grid"/>
    <w:basedOn w:val="TableNormal"/>
    <w:uiPriority w:val="99"/>
    <w:rsid w:val="00C148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1482E"/>
    <w:pPr>
      <w:ind w:left="720"/>
      <w:contextualSpacing/>
    </w:pPr>
  </w:style>
  <w:style w:type="paragraph" w:customStyle="1" w:styleId="a">
    <w:name w:val="Стиль"/>
    <w:uiPriority w:val="99"/>
    <w:rsid w:val="00C1482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NormalWeb">
    <w:name w:val="Normal (Web)"/>
    <w:basedOn w:val="Normal"/>
    <w:uiPriority w:val="99"/>
    <w:rsid w:val="00C1482E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99"/>
    <w:rsid w:val="00C1482E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1482E"/>
    <w:rPr>
      <w:rFonts w:ascii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C1482E"/>
    <w:pPr>
      <w:jc w:val="both"/>
    </w:pPr>
    <w:rPr>
      <w:color w:val="FF0000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1482E"/>
    <w:rPr>
      <w:rFonts w:ascii="Times New Roman" w:hAnsi="Times New Roman" w:cs="Times New Roman"/>
      <w:color w:val="FF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17</Pages>
  <Words>3453</Words>
  <Characters>19684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надюха</cp:lastModifiedBy>
  <cp:revision>2</cp:revision>
  <dcterms:created xsi:type="dcterms:W3CDTF">2013-05-18T05:08:00Z</dcterms:created>
  <dcterms:modified xsi:type="dcterms:W3CDTF">2013-12-10T12:09:00Z</dcterms:modified>
</cp:coreProperties>
</file>